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FA7" w:rsidRPr="008C79EF" w:rsidRDefault="00BC2FA7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C79EF">
        <w:rPr>
          <w:rFonts w:ascii="Times New Roman" w:hAnsi="Times New Roman" w:cs="Times New Roman"/>
          <w:b w:val="0"/>
          <w:bCs w:val="0"/>
          <w:sz w:val="24"/>
          <w:szCs w:val="24"/>
        </w:rPr>
        <w:t>МЕТОДИКА</w:t>
      </w:r>
    </w:p>
    <w:p w:rsidR="00BC2FA7" w:rsidRPr="008C79EF" w:rsidRDefault="00BC2FA7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C79E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расчета межбюджетных трансфертов из бюджета Хохловского </w:t>
      </w:r>
      <w:bookmarkStart w:id="0" w:name="_GoBack"/>
      <w:bookmarkEnd w:id="0"/>
      <w:r w:rsidRPr="008C79E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сельского поселения бюджету Саргатского муниципального района </w:t>
      </w:r>
    </w:p>
    <w:p w:rsidR="00BC2FA7" w:rsidRPr="008C79EF" w:rsidRDefault="00BC2FA7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C79EF">
        <w:rPr>
          <w:rFonts w:ascii="Times New Roman" w:hAnsi="Times New Roman" w:cs="Times New Roman"/>
          <w:b w:val="0"/>
          <w:bCs w:val="0"/>
          <w:sz w:val="24"/>
          <w:szCs w:val="24"/>
        </w:rPr>
        <w:t>на 2024 год и на плановый период 2025 и 2026 годов</w:t>
      </w:r>
    </w:p>
    <w:p w:rsidR="00BC2FA7" w:rsidRPr="008C79EF" w:rsidRDefault="00BC2FA7" w:rsidP="00D738DB">
      <w:pPr>
        <w:autoSpaceDE w:val="0"/>
        <w:autoSpaceDN w:val="0"/>
        <w:adjustRightInd w:val="0"/>
        <w:ind w:firstLine="709"/>
        <w:jc w:val="center"/>
      </w:pPr>
    </w:p>
    <w:p w:rsidR="00BC2FA7" w:rsidRPr="008C79EF" w:rsidRDefault="00BC2FA7" w:rsidP="00B86A4D"/>
    <w:p w:rsidR="00BC2FA7" w:rsidRPr="008C79EF" w:rsidRDefault="00BC2FA7" w:rsidP="00B86A4D">
      <w:pPr>
        <w:widowControl w:val="0"/>
        <w:ind w:firstLine="720"/>
        <w:jc w:val="both"/>
      </w:pPr>
      <w:r w:rsidRPr="008C79EF">
        <w:t>1. Иные межбюджетные трансферты</w:t>
      </w:r>
      <w:r w:rsidRPr="008C79EF">
        <w:rPr>
          <w:snapToGrid w:val="0"/>
          <w:color w:val="000000"/>
        </w:rPr>
        <w:t xml:space="preserve"> предоставляются на </w:t>
      </w:r>
      <w:r w:rsidRPr="008C79EF">
        <w:t>осуществление отдельных бюджетных полномочий Хохловского сельского поселения Саргатского муниципального района Омской области.</w:t>
      </w:r>
    </w:p>
    <w:p w:rsidR="00BC2FA7" w:rsidRPr="008C79EF" w:rsidRDefault="00BC2FA7" w:rsidP="00B86A4D">
      <w:pPr>
        <w:widowControl w:val="0"/>
        <w:ind w:firstLine="720"/>
        <w:jc w:val="both"/>
      </w:pPr>
    </w:p>
    <w:p w:rsidR="00BC2FA7" w:rsidRPr="008C79EF" w:rsidRDefault="00BC2FA7" w:rsidP="00EC7740">
      <w:pPr>
        <w:ind w:firstLine="709"/>
        <w:jc w:val="both"/>
        <w:rPr>
          <w:color w:val="000000"/>
        </w:rPr>
      </w:pPr>
      <w:r w:rsidRPr="008C79EF">
        <w:rPr>
          <w:snapToGrid w:val="0"/>
          <w:color w:val="000000"/>
        </w:rPr>
        <w:t xml:space="preserve">2. </w:t>
      </w:r>
      <w:r w:rsidRPr="008C79EF">
        <w:rPr>
          <w:color w:val="000000"/>
        </w:rPr>
        <w:t xml:space="preserve">Размер </w:t>
      </w:r>
      <w:r w:rsidRPr="008C79EF">
        <w:rPr>
          <w:snapToGrid w:val="0"/>
          <w:color w:val="000000"/>
        </w:rPr>
        <w:t>иных межбюджетных трансфертов</w:t>
      </w:r>
      <w:r w:rsidRPr="008C79EF">
        <w:rPr>
          <w:color w:val="000000"/>
        </w:rPr>
        <w:t xml:space="preserve"> на </w:t>
      </w:r>
      <w:r w:rsidRPr="008C79EF">
        <w:t>осуществление отдельных бюджетных полномочий</w:t>
      </w:r>
      <w:r w:rsidRPr="008C79EF">
        <w:rPr>
          <w:color w:val="000000"/>
        </w:rPr>
        <w:t xml:space="preserve"> определяется по следующей формуле:</w:t>
      </w:r>
    </w:p>
    <w:p w:rsidR="00BC2FA7" w:rsidRPr="008C79EF" w:rsidRDefault="00BC2FA7" w:rsidP="00B86A4D">
      <w:pPr>
        <w:ind w:firstLine="708"/>
        <w:jc w:val="both"/>
        <w:rPr>
          <w:color w:val="000000"/>
        </w:rPr>
      </w:pPr>
      <w:r w:rsidRPr="008C79EF">
        <w:rPr>
          <w:color w:val="000000"/>
        </w:rPr>
        <w:t>Р = Рз * Кп, где:</w:t>
      </w:r>
    </w:p>
    <w:p w:rsidR="00BC2FA7" w:rsidRPr="008C79EF" w:rsidRDefault="00BC2FA7" w:rsidP="00B86A4D">
      <w:pPr>
        <w:ind w:firstLine="708"/>
        <w:jc w:val="both"/>
        <w:rPr>
          <w:color w:val="000000"/>
        </w:rPr>
      </w:pPr>
      <w:r w:rsidRPr="008C79EF">
        <w:rPr>
          <w:color w:val="000000"/>
        </w:rPr>
        <w:t xml:space="preserve">Р - размер иных межбюджетных трансфертов на </w:t>
      </w:r>
      <w:r w:rsidRPr="008C79EF">
        <w:t>осуществление отдельных бюджетных полномочий</w:t>
      </w:r>
      <w:r w:rsidRPr="008C79EF">
        <w:rPr>
          <w:color w:val="000000"/>
        </w:rPr>
        <w:t xml:space="preserve"> </w:t>
      </w:r>
    </w:p>
    <w:p w:rsidR="00BC2FA7" w:rsidRPr="008C79EF" w:rsidRDefault="00BC2FA7" w:rsidP="00B86A4D">
      <w:pPr>
        <w:ind w:firstLine="708"/>
        <w:jc w:val="both"/>
      </w:pPr>
      <w:r w:rsidRPr="008C79EF">
        <w:rPr>
          <w:color w:val="000000"/>
        </w:rPr>
        <w:t xml:space="preserve">Рз – годовой фонд оплаты труда ведущего специалиста администрации </w:t>
      </w:r>
      <w:r w:rsidRPr="008C79EF">
        <w:t>Хохловского</w:t>
      </w:r>
      <w:r w:rsidRPr="008C79EF">
        <w:rPr>
          <w:color w:val="000000"/>
        </w:rPr>
        <w:t xml:space="preserve"> сельского поселения Саргатского муниципального района Омской области с учетом районного коэффициента, страховых взносов в Пенсионный фонд Российской Федерации, Фонд социального страхования Российской Федерации, Федеральный фонд обязательного медицинского страхования, а также на обязательное социальное страхование от несчастных случаев на производстве и профессиональных заболеваний;</w:t>
      </w:r>
    </w:p>
    <w:p w:rsidR="00BC2FA7" w:rsidRPr="008C79EF" w:rsidRDefault="00BC2FA7" w:rsidP="00DF5FF7">
      <w:pPr>
        <w:ind w:firstLine="709"/>
        <w:jc w:val="both"/>
      </w:pPr>
      <w:r w:rsidRPr="008C79EF">
        <w:t>Кп – коэффициент штатной ставки ведущий специалист администрации Хохловского сельского поселения Саргатского муниципального района Омской области.</w:t>
      </w:r>
    </w:p>
    <w:p w:rsidR="00BC2FA7" w:rsidRPr="008C79EF" w:rsidRDefault="00BC2FA7" w:rsidP="00DF5FF7">
      <w:pPr>
        <w:ind w:firstLine="709"/>
        <w:jc w:val="both"/>
      </w:pPr>
      <w:r w:rsidRPr="008C79EF">
        <w:t>Рз = Ок*Кр*Ко*Св где:</w:t>
      </w:r>
    </w:p>
    <w:p w:rsidR="00BC2FA7" w:rsidRPr="008C79EF" w:rsidRDefault="00BC2FA7" w:rsidP="00DF5FF7">
      <w:pPr>
        <w:ind w:firstLine="709"/>
        <w:jc w:val="both"/>
      </w:pPr>
      <w:r w:rsidRPr="008C79EF">
        <w:t>Ок – должностной оклад по младшей муниципальной службы Саргатского муниципального района Омской области «специалист».</w:t>
      </w:r>
    </w:p>
    <w:p w:rsidR="00BC2FA7" w:rsidRPr="008C79EF" w:rsidRDefault="00BC2FA7" w:rsidP="00DF5FF7">
      <w:pPr>
        <w:ind w:firstLine="709"/>
        <w:jc w:val="both"/>
        <w:rPr>
          <w:color w:val="000000"/>
        </w:rPr>
      </w:pPr>
      <w:r w:rsidRPr="008C79EF">
        <w:t xml:space="preserve">Кр – кратность среднемесячного предельного размера денежного вознаграждения ведущего специалиста </w:t>
      </w:r>
      <w:r w:rsidRPr="008C79EF">
        <w:rPr>
          <w:color w:val="000000"/>
        </w:rPr>
        <w:t>администрации Хохловского сельского поселения Саргатского муниципального района Омской области с учетом районного коэффициента, процентной надбавки за стаж.</w:t>
      </w:r>
    </w:p>
    <w:p w:rsidR="00BC2FA7" w:rsidRPr="008C79EF" w:rsidRDefault="00BC2FA7" w:rsidP="00DF5FF7">
      <w:pPr>
        <w:ind w:firstLine="709"/>
        <w:jc w:val="both"/>
        <w:rPr>
          <w:color w:val="000000"/>
        </w:rPr>
      </w:pPr>
      <w:r w:rsidRPr="008C79EF">
        <w:rPr>
          <w:color w:val="000000"/>
        </w:rPr>
        <w:t>Ко – количество должностных окладов, предусматриваемых при расчете предельного размера фонда оплаты труда с учетом районного коэффициента, процентной надбавки за стаж, премиальных и материальных выплат.</w:t>
      </w:r>
    </w:p>
    <w:p w:rsidR="00BC2FA7" w:rsidRPr="008C79EF" w:rsidRDefault="00BC2FA7" w:rsidP="00DF5FF7">
      <w:pPr>
        <w:ind w:firstLine="709"/>
        <w:jc w:val="both"/>
        <w:rPr>
          <w:color w:val="000000"/>
        </w:rPr>
      </w:pPr>
      <w:r w:rsidRPr="008C79EF">
        <w:rPr>
          <w:color w:val="000000"/>
        </w:rPr>
        <w:t>Св- страховые взносы, которые начисляются на заработную плату специалиста в размере установленным НК РФ и уплачиваются работодателем.</w:t>
      </w:r>
    </w:p>
    <w:p w:rsidR="00BC2FA7" w:rsidRPr="008C79EF" w:rsidRDefault="00BC2FA7" w:rsidP="00B86A4D">
      <w:pPr>
        <w:jc w:val="both"/>
        <w:rPr>
          <w:color w:val="FF0000"/>
        </w:rPr>
      </w:pPr>
    </w:p>
    <w:p w:rsidR="00BC2FA7" w:rsidRPr="008C79EF" w:rsidRDefault="00BC2FA7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BC2FA7" w:rsidRPr="008C79EF" w:rsidRDefault="00BC2FA7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BC2FA7" w:rsidRPr="008C79EF" w:rsidRDefault="00BC2FA7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sectPr w:rsidR="00BC2FA7" w:rsidRPr="008C79EF" w:rsidSect="00766FEC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FA7" w:rsidRDefault="00BC2FA7" w:rsidP="00766FEC">
      <w:r>
        <w:separator/>
      </w:r>
    </w:p>
  </w:endnote>
  <w:endnote w:type="continuationSeparator" w:id="0">
    <w:p w:rsidR="00BC2FA7" w:rsidRDefault="00BC2FA7" w:rsidP="00766F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FA7" w:rsidRDefault="00BC2FA7" w:rsidP="00766FEC">
      <w:r>
        <w:separator/>
      </w:r>
    </w:p>
  </w:footnote>
  <w:footnote w:type="continuationSeparator" w:id="0">
    <w:p w:rsidR="00BC2FA7" w:rsidRDefault="00BC2FA7" w:rsidP="00766F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FA7" w:rsidRDefault="00BC2FA7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BC2FA7" w:rsidRDefault="00BC2F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E49FB"/>
    <w:multiLevelType w:val="hybridMultilevel"/>
    <w:tmpl w:val="BB44D688"/>
    <w:lvl w:ilvl="0" w:tplc="1BAAA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38DB"/>
    <w:rsid w:val="000002A6"/>
    <w:rsid w:val="000008D4"/>
    <w:rsid w:val="00001727"/>
    <w:rsid w:val="000019BC"/>
    <w:rsid w:val="00001A6E"/>
    <w:rsid w:val="000027AE"/>
    <w:rsid w:val="00003980"/>
    <w:rsid w:val="000039F9"/>
    <w:rsid w:val="000042A8"/>
    <w:rsid w:val="00005A70"/>
    <w:rsid w:val="00005C9E"/>
    <w:rsid w:val="000067F9"/>
    <w:rsid w:val="000071F6"/>
    <w:rsid w:val="00007319"/>
    <w:rsid w:val="000079BD"/>
    <w:rsid w:val="00007C95"/>
    <w:rsid w:val="00007F32"/>
    <w:rsid w:val="000105E6"/>
    <w:rsid w:val="00011450"/>
    <w:rsid w:val="000121D6"/>
    <w:rsid w:val="00012F04"/>
    <w:rsid w:val="000130E9"/>
    <w:rsid w:val="00013433"/>
    <w:rsid w:val="00013A8D"/>
    <w:rsid w:val="000146A9"/>
    <w:rsid w:val="000153F9"/>
    <w:rsid w:val="000158D0"/>
    <w:rsid w:val="00015C43"/>
    <w:rsid w:val="00016307"/>
    <w:rsid w:val="00016B12"/>
    <w:rsid w:val="00016F57"/>
    <w:rsid w:val="000179DA"/>
    <w:rsid w:val="0002015B"/>
    <w:rsid w:val="000208E9"/>
    <w:rsid w:val="00020F20"/>
    <w:rsid w:val="00020F91"/>
    <w:rsid w:val="0002118D"/>
    <w:rsid w:val="000217AD"/>
    <w:rsid w:val="00021DC5"/>
    <w:rsid w:val="000228F5"/>
    <w:rsid w:val="00022972"/>
    <w:rsid w:val="00022BCA"/>
    <w:rsid w:val="00023E6D"/>
    <w:rsid w:val="0002491D"/>
    <w:rsid w:val="00024FA1"/>
    <w:rsid w:val="000261FE"/>
    <w:rsid w:val="0002673A"/>
    <w:rsid w:val="00026CF5"/>
    <w:rsid w:val="00026D6A"/>
    <w:rsid w:val="00026D6B"/>
    <w:rsid w:val="00026FF8"/>
    <w:rsid w:val="00030039"/>
    <w:rsid w:val="000302BA"/>
    <w:rsid w:val="00030685"/>
    <w:rsid w:val="00030AB6"/>
    <w:rsid w:val="00030D72"/>
    <w:rsid w:val="00031480"/>
    <w:rsid w:val="000317AB"/>
    <w:rsid w:val="00033AEE"/>
    <w:rsid w:val="00033FA1"/>
    <w:rsid w:val="0003501A"/>
    <w:rsid w:val="00035463"/>
    <w:rsid w:val="0003646A"/>
    <w:rsid w:val="00036E2A"/>
    <w:rsid w:val="00037557"/>
    <w:rsid w:val="00037A65"/>
    <w:rsid w:val="0004019A"/>
    <w:rsid w:val="000402C3"/>
    <w:rsid w:val="000405A8"/>
    <w:rsid w:val="00040CC0"/>
    <w:rsid w:val="00041704"/>
    <w:rsid w:val="00042407"/>
    <w:rsid w:val="00042930"/>
    <w:rsid w:val="00042A8B"/>
    <w:rsid w:val="000438D1"/>
    <w:rsid w:val="00043A02"/>
    <w:rsid w:val="00043E55"/>
    <w:rsid w:val="00044E5E"/>
    <w:rsid w:val="000451E6"/>
    <w:rsid w:val="00045743"/>
    <w:rsid w:val="000460D7"/>
    <w:rsid w:val="0004657C"/>
    <w:rsid w:val="000468CA"/>
    <w:rsid w:val="00046DC8"/>
    <w:rsid w:val="000470FA"/>
    <w:rsid w:val="0004794B"/>
    <w:rsid w:val="00047DCD"/>
    <w:rsid w:val="000502A8"/>
    <w:rsid w:val="000504A3"/>
    <w:rsid w:val="00051AC8"/>
    <w:rsid w:val="00051F9A"/>
    <w:rsid w:val="00052323"/>
    <w:rsid w:val="00052D40"/>
    <w:rsid w:val="000531AC"/>
    <w:rsid w:val="00053AEC"/>
    <w:rsid w:val="00053CF0"/>
    <w:rsid w:val="000557BD"/>
    <w:rsid w:val="00055A38"/>
    <w:rsid w:val="0005655A"/>
    <w:rsid w:val="00056B90"/>
    <w:rsid w:val="00056BEF"/>
    <w:rsid w:val="00056F81"/>
    <w:rsid w:val="000570CC"/>
    <w:rsid w:val="000571AA"/>
    <w:rsid w:val="00057382"/>
    <w:rsid w:val="00057933"/>
    <w:rsid w:val="00057F30"/>
    <w:rsid w:val="0006006E"/>
    <w:rsid w:val="00060513"/>
    <w:rsid w:val="00060940"/>
    <w:rsid w:val="00061189"/>
    <w:rsid w:val="000614AC"/>
    <w:rsid w:val="00062790"/>
    <w:rsid w:val="00063020"/>
    <w:rsid w:val="00063A2E"/>
    <w:rsid w:val="0006450A"/>
    <w:rsid w:val="00064E4D"/>
    <w:rsid w:val="0006613A"/>
    <w:rsid w:val="00066A3D"/>
    <w:rsid w:val="00066AC5"/>
    <w:rsid w:val="0006705E"/>
    <w:rsid w:val="000670AE"/>
    <w:rsid w:val="00067A07"/>
    <w:rsid w:val="00070202"/>
    <w:rsid w:val="000720B1"/>
    <w:rsid w:val="0007312E"/>
    <w:rsid w:val="00073CB8"/>
    <w:rsid w:val="0007460F"/>
    <w:rsid w:val="0007475A"/>
    <w:rsid w:val="00074D44"/>
    <w:rsid w:val="0007534F"/>
    <w:rsid w:val="000753B3"/>
    <w:rsid w:val="000758AD"/>
    <w:rsid w:val="000759BD"/>
    <w:rsid w:val="00075EB8"/>
    <w:rsid w:val="00075F04"/>
    <w:rsid w:val="000767A6"/>
    <w:rsid w:val="00076F20"/>
    <w:rsid w:val="00077822"/>
    <w:rsid w:val="00077C64"/>
    <w:rsid w:val="00077ECB"/>
    <w:rsid w:val="00080700"/>
    <w:rsid w:val="0008081B"/>
    <w:rsid w:val="00080BE9"/>
    <w:rsid w:val="00080F8F"/>
    <w:rsid w:val="0008102B"/>
    <w:rsid w:val="000813C2"/>
    <w:rsid w:val="0008164E"/>
    <w:rsid w:val="00082BB3"/>
    <w:rsid w:val="00084420"/>
    <w:rsid w:val="00084DEB"/>
    <w:rsid w:val="00085677"/>
    <w:rsid w:val="00085E0A"/>
    <w:rsid w:val="00086636"/>
    <w:rsid w:val="00087BFD"/>
    <w:rsid w:val="00090E85"/>
    <w:rsid w:val="000913F0"/>
    <w:rsid w:val="00091E35"/>
    <w:rsid w:val="000936B0"/>
    <w:rsid w:val="0009397F"/>
    <w:rsid w:val="00095575"/>
    <w:rsid w:val="00095A23"/>
    <w:rsid w:val="0009629B"/>
    <w:rsid w:val="0009762E"/>
    <w:rsid w:val="00097F85"/>
    <w:rsid w:val="000A0A10"/>
    <w:rsid w:val="000A0F6A"/>
    <w:rsid w:val="000A1262"/>
    <w:rsid w:val="000A197D"/>
    <w:rsid w:val="000A234C"/>
    <w:rsid w:val="000A4E3F"/>
    <w:rsid w:val="000A4F25"/>
    <w:rsid w:val="000A5014"/>
    <w:rsid w:val="000A580C"/>
    <w:rsid w:val="000A5D6B"/>
    <w:rsid w:val="000B02B9"/>
    <w:rsid w:val="000B0616"/>
    <w:rsid w:val="000B077B"/>
    <w:rsid w:val="000B1936"/>
    <w:rsid w:val="000B22C3"/>
    <w:rsid w:val="000B3525"/>
    <w:rsid w:val="000B35A5"/>
    <w:rsid w:val="000B3824"/>
    <w:rsid w:val="000B39B3"/>
    <w:rsid w:val="000B457C"/>
    <w:rsid w:val="000B48CE"/>
    <w:rsid w:val="000B571B"/>
    <w:rsid w:val="000B7186"/>
    <w:rsid w:val="000B7CDD"/>
    <w:rsid w:val="000C00CD"/>
    <w:rsid w:val="000C0311"/>
    <w:rsid w:val="000C044F"/>
    <w:rsid w:val="000C0991"/>
    <w:rsid w:val="000C1F2C"/>
    <w:rsid w:val="000C2672"/>
    <w:rsid w:val="000C300F"/>
    <w:rsid w:val="000C425E"/>
    <w:rsid w:val="000C665C"/>
    <w:rsid w:val="000C6B72"/>
    <w:rsid w:val="000C7147"/>
    <w:rsid w:val="000C771E"/>
    <w:rsid w:val="000C78BB"/>
    <w:rsid w:val="000D0007"/>
    <w:rsid w:val="000D0268"/>
    <w:rsid w:val="000D057F"/>
    <w:rsid w:val="000D0E26"/>
    <w:rsid w:val="000D0E78"/>
    <w:rsid w:val="000D1735"/>
    <w:rsid w:val="000D18D8"/>
    <w:rsid w:val="000D1DC2"/>
    <w:rsid w:val="000D4040"/>
    <w:rsid w:val="000D5364"/>
    <w:rsid w:val="000D5778"/>
    <w:rsid w:val="000D663A"/>
    <w:rsid w:val="000D6A98"/>
    <w:rsid w:val="000D6E30"/>
    <w:rsid w:val="000D70EB"/>
    <w:rsid w:val="000E120E"/>
    <w:rsid w:val="000E2535"/>
    <w:rsid w:val="000E26BA"/>
    <w:rsid w:val="000E2705"/>
    <w:rsid w:val="000E3573"/>
    <w:rsid w:val="000E37DB"/>
    <w:rsid w:val="000E6958"/>
    <w:rsid w:val="000F01C2"/>
    <w:rsid w:val="000F03CA"/>
    <w:rsid w:val="000F049A"/>
    <w:rsid w:val="000F04CA"/>
    <w:rsid w:val="000F0848"/>
    <w:rsid w:val="000F0F1B"/>
    <w:rsid w:val="000F1C19"/>
    <w:rsid w:val="000F28A4"/>
    <w:rsid w:val="000F3583"/>
    <w:rsid w:val="000F3B84"/>
    <w:rsid w:val="000F4464"/>
    <w:rsid w:val="000F50A6"/>
    <w:rsid w:val="000F5D33"/>
    <w:rsid w:val="000F5DFF"/>
    <w:rsid w:val="000F5F43"/>
    <w:rsid w:val="000F645D"/>
    <w:rsid w:val="000F6772"/>
    <w:rsid w:val="000F6C83"/>
    <w:rsid w:val="000F70F5"/>
    <w:rsid w:val="000F77F2"/>
    <w:rsid w:val="00100240"/>
    <w:rsid w:val="00102125"/>
    <w:rsid w:val="0010259D"/>
    <w:rsid w:val="00102900"/>
    <w:rsid w:val="00102F0B"/>
    <w:rsid w:val="001030AD"/>
    <w:rsid w:val="001032CD"/>
    <w:rsid w:val="001036E7"/>
    <w:rsid w:val="00103753"/>
    <w:rsid w:val="00103E3A"/>
    <w:rsid w:val="00104C9D"/>
    <w:rsid w:val="001050AF"/>
    <w:rsid w:val="001052D6"/>
    <w:rsid w:val="00105353"/>
    <w:rsid w:val="0010535A"/>
    <w:rsid w:val="001054D1"/>
    <w:rsid w:val="00105BE6"/>
    <w:rsid w:val="00105E65"/>
    <w:rsid w:val="00106FA4"/>
    <w:rsid w:val="00106FFC"/>
    <w:rsid w:val="001070EC"/>
    <w:rsid w:val="001070F7"/>
    <w:rsid w:val="0010775B"/>
    <w:rsid w:val="00107B86"/>
    <w:rsid w:val="00107D61"/>
    <w:rsid w:val="0011063C"/>
    <w:rsid w:val="001112B8"/>
    <w:rsid w:val="00111381"/>
    <w:rsid w:val="001116EA"/>
    <w:rsid w:val="00112472"/>
    <w:rsid w:val="00112D05"/>
    <w:rsid w:val="00113F4F"/>
    <w:rsid w:val="001140B0"/>
    <w:rsid w:val="001153EB"/>
    <w:rsid w:val="00115A46"/>
    <w:rsid w:val="00115EF3"/>
    <w:rsid w:val="00116007"/>
    <w:rsid w:val="00116A07"/>
    <w:rsid w:val="00116E25"/>
    <w:rsid w:val="00117B87"/>
    <w:rsid w:val="0012103D"/>
    <w:rsid w:val="00121215"/>
    <w:rsid w:val="0012123B"/>
    <w:rsid w:val="00122114"/>
    <w:rsid w:val="001227EE"/>
    <w:rsid w:val="00123175"/>
    <w:rsid w:val="00126075"/>
    <w:rsid w:val="00126595"/>
    <w:rsid w:val="001266A2"/>
    <w:rsid w:val="001275B9"/>
    <w:rsid w:val="001310F2"/>
    <w:rsid w:val="001315BF"/>
    <w:rsid w:val="00131832"/>
    <w:rsid w:val="001328ED"/>
    <w:rsid w:val="001339E8"/>
    <w:rsid w:val="00133EFF"/>
    <w:rsid w:val="00135258"/>
    <w:rsid w:val="00135352"/>
    <w:rsid w:val="00135ED7"/>
    <w:rsid w:val="00136111"/>
    <w:rsid w:val="0013733E"/>
    <w:rsid w:val="001377A1"/>
    <w:rsid w:val="00137AA8"/>
    <w:rsid w:val="00137BC9"/>
    <w:rsid w:val="00137C87"/>
    <w:rsid w:val="001406F9"/>
    <w:rsid w:val="00140A93"/>
    <w:rsid w:val="0014102B"/>
    <w:rsid w:val="00141D9D"/>
    <w:rsid w:val="001421B4"/>
    <w:rsid w:val="00142910"/>
    <w:rsid w:val="00142CA6"/>
    <w:rsid w:val="00143650"/>
    <w:rsid w:val="00143C19"/>
    <w:rsid w:val="00144ACF"/>
    <w:rsid w:val="00145536"/>
    <w:rsid w:val="00145970"/>
    <w:rsid w:val="00145FEF"/>
    <w:rsid w:val="00146822"/>
    <w:rsid w:val="00146865"/>
    <w:rsid w:val="001477F8"/>
    <w:rsid w:val="001501B2"/>
    <w:rsid w:val="00150A8B"/>
    <w:rsid w:val="00150AFF"/>
    <w:rsid w:val="00150CB0"/>
    <w:rsid w:val="001518A6"/>
    <w:rsid w:val="00152507"/>
    <w:rsid w:val="00152B89"/>
    <w:rsid w:val="00154141"/>
    <w:rsid w:val="00155C54"/>
    <w:rsid w:val="00155E3E"/>
    <w:rsid w:val="0015606D"/>
    <w:rsid w:val="00156205"/>
    <w:rsid w:val="001562F8"/>
    <w:rsid w:val="0015652F"/>
    <w:rsid w:val="00156590"/>
    <w:rsid w:val="00156FB2"/>
    <w:rsid w:val="00157089"/>
    <w:rsid w:val="0015780B"/>
    <w:rsid w:val="0016028F"/>
    <w:rsid w:val="001602FB"/>
    <w:rsid w:val="001604F8"/>
    <w:rsid w:val="00160C49"/>
    <w:rsid w:val="00160D36"/>
    <w:rsid w:val="001616BE"/>
    <w:rsid w:val="00161CE6"/>
    <w:rsid w:val="00161D78"/>
    <w:rsid w:val="00163049"/>
    <w:rsid w:val="0016392F"/>
    <w:rsid w:val="00163E55"/>
    <w:rsid w:val="00164B27"/>
    <w:rsid w:val="0016528E"/>
    <w:rsid w:val="00165A21"/>
    <w:rsid w:val="001663A0"/>
    <w:rsid w:val="001663F4"/>
    <w:rsid w:val="00166E47"/>
    <w:rsid w:val="00167117"/>
    <w:rsid w:val="0016755C"/>
    <w:rsid w:val="001702F8"/>
    <w:rsid w:val="001708D3"/>
    <w:rsid w:val="00170DFC"/>
    <w:rsid w:val="001717BA"/>
    <w:rsid w:val="00171D09"/>
    <w:rsid w:val="00172656"/>
    <w:rsid w:val="0017310E"/>
    <w:rsid w:val="001742FE"/>
    <w:rsid w:val="00174DD9"/>
    <w:rsid w:val="00175D3F"/>
    <w:rsid w:val="00176205"/>
    <w:rsid w:val="001766E3"/>
    <w:rsid w:val="00177BAC"/>
    <w:rsid w:val="00180151"/>
    <w:rsid w:val="00180C7C"/>
    <w:rsid w:val="00180F64"/>
    <w:rsid w:val="001814B4"/>
    <w:rsid w:val="001816E8"/>
    <w:rsid w:val="001829B3"/>
    <w:rsid w:val="00182B86"/>
    <w:rsid w:val="00182D59"/>
    <w:rsid w:val="00183667"/>
    <w:rsid w:val="001846F4"/>
    <w:rsid w:val="0018510A"/>
    <w:rsid w:val="00185179"/>
    <w:rsid w:val="00185A4B"/>
    <w:rsid w:val="00185FEF"/>
    <w:rsid w:val="00186517"/>
    <w:rsid w:val="001869C2"/>
    <w:rsid w:val="00187561"/>
    <w:rsid w:val="001904B2"/>
    <w:rsid w:val="00190B63"/>
    <w:rsid w:val="0019112A"/>
    <w:rsid w:val="00191FAF"/>
    <w:rsid w:val="00193413"/>
    <w:rsid w:val="001942C1"/>
    <w:rsid w:val="00194EB6"/>
    <w:rsid w:val="001950EC"/>
    <w:rsid w:val="001951B7"/>
    <w:rsid w:val="0019533D"/>
    <w:rsid w:val="001954C4"/>
    <w:rsid w:val="00195F9B"/>
    <w:rsid w:val="00197A28"/>
    <w:rsid w:val="001A0492"/>
    <w:rsid w:val="001A06CD"/>
    <w:rsid w:val="001A12D7"/>
    <w:rsid w:val="001A12FD"/>
    <w:rsid w:val="001A1883"/>
    <w:rsid w:val="001A1BEB"/>
    <w:rsid w:val="001A2133"/>
    <w:rsid w:val="001A22A3"/>
    <w:rsid w:val="001A2347"/>
    <w:rsid w:val="001A23DF"/>
    <w:rsid w:val="001A2DB2"/>
    <w:rsid w:val="001A3227"/>
    <w:rsid w:val="001A4422"/>
    <w:rsid w:val="001A49F4"/>
    <w:rsid w:val="001A4CE7"/>
    <w:rsid w:val="001A5048"/>
    <w:rsid w:val="001A67BE"/>
    <w:rsid w:val="001A6C4C"/>
    <w:rsid w:val="001A75AB"/>
    <w:rsid w:val="001A7665"/>
    <w:rsid w:val="001A7A25"/>
    <w:rsid w:val="001A7BFA"/>
    <w:rsid w:val="001B046A"/>
    <w:rsid w:val="001B0CD7"/>
    <w:rsid w:val="001B0F67"/>
    <w:rsid w:val="001B1524"/>
    <w:rsid w:val="001B1589"/>
    <w:rsid w:val="001B1DF1"/>
    <w:rsid w:val="001B1E14"/>
    <w:rsid w:val="001B2C9B"/>
    <w:rsid w:val="001B3CDA"/>
    <w:rsid w:val="001B3E72"/>
    <w:rsid w:val="001B43FF"/>
    <w:rsid w:val="001B4862"/>
    <w:rsid w:val="001B505F"/>
    <w:rsid w:val="001B6DF6"/>
    <w:rsid w:val="001B6E40"/>
    <w:rsid w:val="001B7448"/>
    <w:rsid w:val="001B7FF4"/>
    <w:rsid w:val="001C0DD6"/>
    <w:rsid w:val="001C2393"/>
    <w:rsid w:val="001C23BD"/>
    <w:rsid w:val="001C29C2"/>
    <w:rsid w:val="001C2F9E"/>
    <w:rsid w:val="001C3712"/>
    <w:rsid w:val="001C3B08"/>
    <w:rsid w:val="001C47A6"/>
    <w:rsid w:val="001C4F59"/>
    <w:rsid w:val="001C5519"/>
    <w:rsid w:val="001C5846"/>
    <w:rsid w:val="001C5BAD"/>
    <w:rsid w:val="001C5E2C"/>
    <w:rsid w:val="001C66C6"/>
    <w:rsid w:val="001C6CDD"/>
    <w:rsid w:val="001C7253"/>
    <w:rsid w:val="001C769B"/>
    <w:rsid w:val="001C7C45"/>
    <w:rsid w:val="001C7C9F"/>
    <w:rsid w:val="001D1E4D"/>
    <w:rsid w:val="001D2183"/>
    <w:rsid w:val="001D235A"/>
    <w:rsid w:val="001D3409"/>
    <w:rsid w:val="001D3941"/>
    <w:rsid w:val="001D39FC"/>
    <w:rsid w:val="001D4CEE"/>
    <w:rsid w:val="001D5146"/>
    <w:rsid w:val="001D6351"/>
    <w:rsid w:val="001D649B"/>
    <w:rsid w:val="001E02D0"/>
    <w:rsid w:val="001E06FB"/>
    <w:rsid w:val="001E11A3"/>
    <w:rsid w:val="001E1B51"/>
    <w:rsid w:val="001E1D9C"/>
    <w:rsid w:val="001E24B5"/>
    <w:rsid w:val="001E25F4"/>
    <w:rsid w:val="001E28D5"/>
    <w:rsid w:val="001E3B96"/>
    <w:rsid w:val="001E409C"/>
    <w:rsid w:val="001E4500"/>
    <w:rsid w:val="001E5087"/>
    <w:rsid w:val="001E548A"/>
    <w:rsid w:val="001E550A"/>
    <w:rsid w:val="001E62F7"/>
    <w:rsid w:val="001E63FD"/>
    <w:rsid w:val="001E65A7"/>
    <w:rsid w:val="001E6EA7"/>
    <w:rsid w:val="001E72A8"/>
    <w:rsid w:val="001E7DE0"/>
    <w:rsid w:val="001F008E"/>
    <w:rsid w:val="001F081C"/>
    <w:rsid w:val="001F0B30"/>
    <w:rsid w:val="001F150D"/>
    <w:rsid w:val="001F1BE2"/>
    <w:rsid w:val="001F4312"/>
    <w:rsid w:val="001F4BBC"/>
    <w:rsid w:val="001F57D6"/>
    <w:rsid w:val="001F62E3"/>
    <w:rsid w:val="001F6943"/>
    <w:rsid w:val="001F6FC0"/>
    <w:rsid w:val="001F7864"/>
    <w:rsid w:val="001F7F73"/>
    <w:rsid w:val="0020022F"/>
    <w:rsid w:val="002017A9"/>
    <w:rsid w:val="0020200A"/>
    <w:rsid w:val="0020293C"/>
    <w:rsid w:val="00202A4A"/>
    <w:rsid w:val="00202D32"/>
    <w:rsid w:val="00203449"/>
    <w:rsid w:val="002037CB"/>
    <w:rsid w:val="00203A4E"/>
    <w:rsid w:val="00203A72"/>
    <w:rsid w:val="00203F01"/>
    <w:rsid w:val="00204462"/>
    <w:rsid w:val="00204E86"/>
    <w:rsid w:val="00204F51"/>
    <w:rsid w:val="0020544D"/>
    <w:rsid w:val="00205501"/>
    <w:rsid w:val="002056D2"/>
    <w:rsid w:val="00206101"/>
    <w:rsid w:val="002066E4"/>
    <w:rsid w:val="0020706F"/>
    <w:rsid w:val="00207632"/>
    <w:rsid w:val="002076A6"/>
    <w:rsid w:val="00207AEE"/>
    <w:rsid w:val="00210233"/>
    <w:rsid w:val="002116D4"/>
    <w:rsid w:val="00211CA8"/>
    <w:rsid w:val="00212119"/>
    <w:rsid w:val="0021276D"/>
    <w:rsid w:val="00212BE7"/>
    <w:rsid w:val="00212E6B"/>
    <w:rsid w:val="002131AB"/>
    <w:rsid w:val="00213BE1"/>
    <w:rsid w:val="0021489C"/>
    <w:rsid w:val="00214EAA"/>
    <w:rsid w:val="002163E8"/>
    <w:rsid w:val="00216C24"/>
    <w:rsid w:val="002209CE"/>
    <w:rsid w:val="00220FED"/>
    <w:rsid w:val="002219B8"/>
    <w:rsid w:val="00221E0E"/>
    <w:rsid w:val="00221F10"/>
    <w:rsid w:val="00222520"/>
    <w:rsid w:val="00222C32"/>
    <w:rsid w:val="0022303D"/>
    <w:rsid w:val="002233D0"/>
    <w:rsid w:val="0022340D"/>
    <w:rsid w:val="002236C1"/>
    <w:rsid w:val="00223F9B"/>
    <w:rsid w:val="00224CD2"/>
    <w:rsid w:val="00225AD7"/>
    <w:rsid w:val="0022722C"/>
    <w:rsid w:val="002272A4"/>
    <w:rsid w:val="00227CB9"/>
    <w:rsid w:val="00227E6B"/>
    <w:rsid w:val="00230760"/>
    <w:rsid w:val="00231073"/>
    <w:rsid w:val="00231259"/>
    <w:rsid w:val="002316B1"/>
    <w:rsid w:val="00231BD5"/>
    <w:rsid w:val="00233B48"/>
    <w:rsid w:val="00233CB1"/>
    <w:rsid w:val="00233D55"/>
    <w:rsid w:val="00233F8A"/>
    <w:rsid w:val="002341C8"/>
    <w:rsid w:val="002346D9"/>
    <w:rsid w:val="00234A73"/>
    <w:rsid w:val="00234AA9"/>
    <w:rsid w:val="00235FAB"/>
    <w:rsid w:val="002368A0"/>
    <w:rsid w:val="00236984"/>
    <w:rsid w:val="00237868"/>
    <w:rsid w:val="00237C1D"/>
    <w:rsid w:val="00237C78"/>
    <w:rsid w:val="00237CB5"/>
    <w:rsid w:val="00240A55"/>
    <w:rsid w:val="0024125E"/>
    <w:rsid w:val="00242830"/>
    <w:rsid w:val="00243169"/>
    <w:rsid w:val="0024335C"/>
    <w:rsid w:val="00243775"/>
    <w:rsid w:val="0024416D"/>
    <w:rsid w:val="00244E18"/>
    <w:rsid w:val="00244E7B"/>
    <w:rsid w:val="00244E84"/>
    <w:rsid w:val="00244EBB"/>
    <w:rsid w:val="002452EE"/>
    <w:rsid w:val="002453E1"/>
    <w:rsid w:val="00245FD2"/>
    <w:rsid w:val="00246A66"/>
    <w:rsid w:val="0024715B"/>
    <w:rsid w:val="00250E11"/>
    <w:rsid w:val="00251AA5"/>
    <w:rsid w:val="00251B8F"/>
    <w:rsid w:val="00251D52"/>
    <w:rsid w:val="00252275"/>
    <w:rsid w:val="002527B4"/>
    <w:rsid w:val="00253190"/>
    <w:rsid w:val="00253E62"/>
    <w:rsid w:val="00254C30"/>
    <w:rsid w:val="00255875"/>
    <w:rsid w:val="0025654E"/>
    <w:rsid w:val="00256586"/>
    <w:rsid w:val="002569B3"/>
    <w:rsid w:val="0025762A"/>
    <w:rsid w:val="002577C5"/>
    <w:rsid w:val="00257BCF"/>
    <w:rsid w:val="00257EDD"/>
    <w:rsid w:val="00260895"/>
    <w:rsid w:val="00260D20"/>
    <w:rsid w:val="00260FFF"/>
    <w:rsid w:val="00261195"/>
    <w:rsid w:val="00261AFF"/>
    <w:rsid w:val="0026318B"/>
    <w:rsid w:val="00263A6E"/>
    <w:rsid w:val="002643CF"/>
    <w:rsid w:val="00264D88"/>
    <w:rsid w:val="00264EC5"/>
    <w:rsid w:val="00265A12"/>
    <w:rsid w:val="00266557"/>
    <w:rsid w:val="0026698E"/>
    <w:rsid w:val="00267044"/>
    <w:rsid w:val="00267446"/>
    <w:rsid w:val="002702C0"/>
    <w:rsid w:val="002705BC"/>
    <w:rsid w:val="00270EEF"/>
    <w:rsid w:val="002713C2"/>
    <w:rsid w:val="002714E6"/>
    <w:rsid w:val="00273008"/>
    <w:rsid w:val="0027366B"/>
    <w:rsid w:val="00273F78"/>
    <w:rsid w:val="002742F8"/>
    <w:rsid w:val="002747B6"/>
    <w:rsid w:val="00275BA8"/>
    <w:rsid w:val="00276300"/>
    <w:rsid w:val="00276429"/>
    <w:rsid w:val="0027689E"/>
    <w:rsid w:val="00276933"/>
    <w:rsid w:val="002772D3"/>
    <w:rsid w:val="00277738"/>
    <w:rsid w:val="00282FAB"/>
    <w:rsid w:val="002848CD"/>
    <w:rsid w:val="00284B5E"/>
    <w:rsid w:val="00284E70"/>
    <w:rsid w:val="00285072"/>
    <w:rsid w:val="002852EB"/>
    <w:rsid w:val="00286872"/>
    <w:rsid w:val="00286B2F"/>
    <w:rsid w:val="002912A9"/>
    <w:rsid w:val="002918FA"/>
    <w:rsid w:val="00291CDA"/>
    <w:rsid w:val="00291DE4"/>
    <w:rsid w:val="00292221"/>
    <w:rsid w:val="0029282E"/>
    <w:rsid w:val="0029352B"/>
    <w:rsid w:val="00293B1A"/>
    <w:rsid w:val="00294DC1"/>
    <w:rsid w:val="002957EA"/>
    <w:rsid w:val="002958A8"/>
    <w:rsid w:val="00295B0B"/>
    <w:rsid w:val="002962C3"/>
    <w:rsid w:val="0029634D"/>
    <w:rsid w:val="00296BCF"/>
    <w:rsid w:val="00296CAD"/>
    <w:rsid w:val="002976B8"/>
    <w:rsid w:val="002A01C5"/>
    <w:rsid w:val="002A08DE"/>
    <w:rsid w:val="002A0EBD"/>
    <w:rsid w:val="002A3EF4"/>
    <w:rsid w:val="002A416E"/>
    <w:rsid w:val="002A47E6"/>
    <w:rsid w:val="002A49F7"/>
    <w:rsid w:val="002A51D0"/>
    <w:rsid w:val="002A558E"/>
    <w:rsid w:val="002A5B2E"/>
    <w:rsid w:val="002A6933"/>
    <w:rsid w:val="002A7F08"/>
    <w:rsid w:val="002B0012"/>
    <w:rsid w:val="002B0FAE"/>
    <w:rsid w:val="002B14DD"/>
    <w:rsid w:val="002B2258"/>
    <w:rsid w:val="002B26CD"/>
    <w:rsid w:val="002B2D1B"/>
    <w:rsid w:val="002B2D47"/>
    <w:rsid w:val="002B2E5F"/>
    <w:rsid w:val="002B35AB"/>
    <w:rsid w:val="002B3615"/>
    <w:rsid w:val="002B362D"/>
    <w:rsid w:val="002B5187"/>
    <w:rsid w:val="002B5692"/>
    <w:rsid w:val="002B56F4"/>
    <w:rsid w:val="002B5C8C"/>
    <w:rsid w:val="002B5F2D"/>
    <w:rsid w:val="002B62C7"/>
    <w:rsid w:val="002B66FC"/>
    <w:rsid w:val="002B7C03"/>
    <w:rsid w:val="002C02EC"/>
    <w:rsid w:val="002C0AEF"/>
    <w:rsid w:val="002C1CBF"/>
    <w:rsid w:val="002C2A3D"/>
    <w:rsid w:val="002C3C00"/>
    <w:rsid w:val="002C3CFB"/>
    <w:rsid w:val="002C3DEB"/>
    <w:rsid w:val="002C3FFE"/>
    <w:rsid w:val="002C50A6"/>
    <w:rsid w:val="002C6750"/>
    <w:rsid w:val="002C75D7"/>
    <w:rsid w:val="002C7DBD"/>
    <w:rsid w:val="002D01E1"/>
    <w:rsid w:val="002D107B"/>
    <w:rsid w:val="002D149E"/>
    <w:rsid w:val="002D250C"/>
    <w:rsid w:val="002D25A2"/>
    <w:rsid w:val="002D3159"/>
    <w:rsid w:val="002D3722"/>
    <w:rsid w:val="002D380C"/>
    <w:rsid w:val="002D4426"/>
    <w:rsid w:val="002D4953"/>
    <w:rsid w:val="002D4B46"/>
    <w:rsid w:val="002D4C5E"/>
    <w:rsid w:val="002D50A7"/>
    <w:rsid w:val="002D520B"/>
    <w:rsid w:val="002D57FA"/>
    <w:rsid w:val="002D5D0B"/>
    <w:rsid w:val="002D6642"/>
    <w:rsid w:val="002D6D9F"/>
    <w:rsid w:val="002E0288"/>
    <w:rsid w:val="002E04D8"/>
    <w:rsid w:val="002E0568"/>
    <w:rsid w:val="002E0A8D"/>
    <w:rsid w:val="002E1017"/>
    <w:rsid w:val="002E1771"/>
    <w:rsid w:val="002E1A5B"/>
    <w:rsid w:val="002E21AF"/>
    <w:rsid w:val="002E2619"/>
    <w:rsid w:val="002E2E65"/>
    <w:rsid w:val="002E3A1C"/>
    <w:rsid w:val="002E419F"/>
    <w:rsid w:val="002E42ED"/>
    <w:rsid w:val="002E4CDE"/>
    <w:rsid w:val="002E54B3"/>
    <w:rsid w:val="002E54FE"/>
    <w:rsid w:val="002E5D61"/>
    <w:rsid w:val="002E68B7"/>
    <w:rsid w:val="002E6D83"/>
    <w:rsid w:val="002E7375"/>
    <w:rsid w:val="002E7670"/>
    <w:rsid w:val="002E771F"/>
    <w:rsid w:val="002E7A13"/>
    <w:rsid w:val="002E7C63"/>
    <w:rsid w:val="002E7D76"/>
    <w:rsid w:val="002F0C5A"/>
    <w:rsid w:val="002F1109"/>
    <w:rsid w:val="002F11E1"/>
    <w:rsid w:val="002F1272"/>
    <w:rsid w:val="002F1B4E"/>
    <w:rsid w:val="002F249C"/>
    <w:rsid w:val="002F276B"/>
    <w:rsid w:val="002F2DD7"/>
    <w:rsid w:val="002F3253"/>
    <w:rsid w:val="002F3623"/>
    <w:rsid w:val="002F3EBD"/>
    <w:rsid w:val="002F43C8"/>
    <w:rsid w:val="002F44A4"/>
    <w:rsid w:val="002F45F4"/>
    <w:rsid w:val="002F6528"/>
    <w:rsid w:val="002F68C7"/>
    <w:rsid w:val="002F7D2C"/>
    <w:rsid w:val="003013AB"/>
    <w:rsid w:val="00301D60"/>
    <w:rsid w:val="00302036"/>
    <w:rsid w:val="003023BD"/>
    <w:rsid w:val="003024AD"/>
    <w:rsid w:val="00302D95"/>
    <w:rsid w:val="00302DD0"/>
    <w:rsid w:val="003035A1"/>
    <w:rsid w:val="003040E3"/>
    <w:rsid w:val="003044D8"/>
    <w:rsid w:val="003046BB"/>
    <w:rsid w:val="0030567E"/>
    <w:rsid w:val="003056B3"/>
    <w:rsid w:val="00305AF2"/>
    <w:rsid w:val="00306AF3"/>
    <w:rsid w:val="0030765B"/>
    <w:rsid w:val="00307A3A"/>
    <w:rsid w:val="00307E15"/>
    <w:rsid w:val="00310C66"/>
    <w:rsid w:val="00310FCF"/>
    <w:rsid w:val="00313263"/>
    <w:rsid w:val="0031329F"/>
    <w:rsid w:val="0031578B"/>
    <w:rsid w:val="003157AB"/>
    <w:rsid w:val="00315894"/>
    <w:rsid w:val="00316297"/>
    <w:rsid w:val="003170EA"/>
    <w:rsid w:val="003177B2"/>
    <w:rsid w:val="00317BEC"/>
    <w:rsid w:val="0032073E"/>
    <w:rsid w:val="00321A3C"/>
    <w:rsid w:val="00321A9F"/>
    <w:rsid w:val="00321DDF"/>
    <w:rsid w:val="003220DE"/>
    <w:rsid w:val="003223D1"/>
    <w:rsid w:val="00323DF3"/>
    <w:rsid w:val="003244A3"/>
    <w:rsid w:val="0032479F"/>
    <w:rsid w:val="003258AE"/>
    <w:rsid w:val="003275FF"/>
    <w:rsid w:val="0032760C"/>
    <w:rsid w:val="00327CB1"/>
    <w:rsid w:val="00327FE4"/>
    <w:rsid w:val="003310A4"/>
    <w:rsid w:val="00331520"/>
    <w:rsid w:val="0033211D"/>
    <w:rsid w:val="0033212A"/>
    <w:rsid w:val="003322C5"/>
    <w:rsid w:val="00332399"/>
    <w:rsid w:val="00332DAE"/>
    <w:rsid w:val="00333A41"/>
    <w:rsid w:val="00333FED"/>
    <w:rsid w:val="00334D4D"/>
    <w:rsid w:val="00335D79"/>
    <w:rsid w:val="00336DFF"/>
    <w:rsid w:val="003371F7"/>
    <w:rsid w:val="00337433"/>
    <w:rsid w:val="0034037F"/>
    <w:rsid w:val="00340AFE"/>
    <w:rsid w:val="00340C3B"/>
    <w:rsid w:val="00341472"/>
    <w:rsid w:val="003419E6"/>
    <w:rsid w:val="00342323"/>
    <w:rsid w:val="003425C5"/>
    <w:rsid w:val="0034403D"/>
    <w:rsid w:val="003453CA"/>
    <w:rsid w:val="003456FF"/>
    <w:rsid w:val="00345FBB"/>
    <w:rsid w:val="003464DD"/>
    <w:rsid w:val="003466AD"/>
    <w:rsid w:val="00346CD3"/>
    <w:rsid w:val="0035000A"/>
    <w:rsid w:val="00350020"/>
    <w:rsid w:val="00350143"/>
    <w:rsid w:val="0035031E"/>
    <w:rsid w:val="00350C59"/>
    <w:rsid w:val="00351B9C"/>
    <w:rsid w:val="00351F5D"/>
    <w:rsid w:val="0035356C"/>
    <w:rsid w:val="00353C6A"/>
    <w:rsid w:val="00354A76"/>
    <w:rsid w:val="00355177"/>
    <w:rsid w:val="0035638A"/>
    <w:rsid w:val="00356786"/>
    <w:rsid w:val="003572B4"/>
    <w:rsid w:val="00357378"/>
    <w:rsid w:val="00357BC7"/>
    <w:rsid w:val="003603DF"/>
    <w:rsid w:val="00360595"/>
    <w:rsid w:val="00361619"/>
    <w:rsid w:val="00361DBD"/>
    <w:rsid w:val="00362555"/>
    <w:rsid w:val="00362833"/>
    <w:rsid w:val="003628A7"/>
    <w:rsid w:val="003629BC"/>
    <w:rsid w:val="00362EF4"/>
    <w:rsid w:val="0036324D"/>
    <w:rsid w:val="0036325C"/>
    <w:rsid w:val="00363B85"/>
    <w:rsid w:val="00364EC1"/>
    <w:rsid w:val="00365B45"/>
    <w:rsid w:val="003667F9"/>
    <w:rsid w:val="00366CCD"/>
    <w:rsid w:val="003679E8"/>
    <w:rsid w:val="00367BD5"/>
    <w:rsid w:val="0037008A"/>
    <w:rsid w:val="0037014E"/>
    <w:rsid w:val="003709F6"/>
    <w:rsid w:val="00370D13"/>
    <w:rsid w:val="0037101E"/>
    <w:rsid w:val="00371090"/>
    <w:rsid w:val="0037130A"/>
    <w:rsid w:val="003716B1"/>
    <w:rsid w:val="003739AF"/>
    <w:rsid w:val="0037418D"/>
    <w:rsid w:val="00375415"/>
    <w:rsid w:val="0037567C"/>
    <w:rsid w:val="003760B4"/>
    <w:rsid w:val="0037647F"/>
    <w:rsid w:val="00376514"/>
    <w:rsid w:val="00376B49"/>
    <w:rsid w:val="00377007"/>
    <w:rsid w:val="003802E2"/>
    <w:rsid w:val="003807A1"/>
    <w:rsid w:val="00380D30"/>
    <w:rsid w:val="00380E27"/>
    <w:rsid w:val="003814E9"/>
    <w:rsid w:val="00381DBD"/>
    <w:rsid w:val="00382054"/>
    <w:rsid w:val="00382691"/>
    <w:rsid w:val="00382CE1"/>
    <w:rsid w:val="00383DEC"/>
    <w:rsid w:val="0038568E"/>
    <w:rsid w:val="00385881"/>
    <w:rsid w:val="00386210"/>
    <w:rsid w:val="00386796"/>
    <w:rsid w:val="00386C40"/>
    <w:rsid w:val="00387209"/>
    <w:rsid w:val="0038771B"/>
    <w:rsid w:val="00387B84"/>
    <w:rsid w:val="0039082B"/>
    <w:rsid w:val="00390B62"/>
    <w:rsid w:val="00391876"/>
    <w:rsid w:val="003919F3"/>
    <w:rsid w:val="00392FD7"/>
    <w:rsid w:val="0039346B"/>
    <w:rsid w:val="0039508F"/>
    <w:rsid w:val="00396D54"/>
    <w:rsid w:val="003A1461"/>
    <w:rsid w:val="003A1EDD"/>
    <w:rsid w:val="003A2062"/>
    <w:rsid w:val="003A2E01"/>
    <w:rsid w:val="003A377A"/>
    <w:rsid w:val="003A3791"/>
    <w:rsid w:val="003A3B68"/>
    <w:rsid w:val="003A4144"/>
    <w:rsid w:val="003A4369"/>
    <w:rsid w:val="003A43F4"/>
    <w:rsid w:val="003A4540"/>
    <w:rsid w:val="003A5540"/>
    <w:rsid w:val="003A5A9F"/>
    <w:rsid w:val="003A626B"/>
    <w:rsid w:val="003A6B40"/>
    <w:rsid w:val="003A6B84"/>
    <w:rsid w:val="003A764F"/>
    <w:rsid w:val="003A7D5F"/>
    <w:rsid w:val="003B09B9"/>
    <w:rsid w:val="003B1103"/>
    <w:rsid w:val="003B16C7"/>
    <w:rsid w:val="003B1B95"/>
    <w:rsid w:val="003B2033"/>
    <w:rsid w:val="003B246F"/>
    <w:rsid w:val="003B3214"/>
    <w:rsid w:val="003B3455"/>
    <w:rsid w:val="003B398A"/>
    <w:rsid w:val="003B3A3A"/>
    <w:rsid w:val="003B3D3C"/>
    <w:rsid w:val="003B4005"/>
    <w:rsid w:val="003B436B"/>
    <w:rsid w:val="003B49D8"/>
    <w:rsid w:val="003B4BE3"/>
    <w:rsid w:val="003B4EEE"/>
    <w:rsid w:val="003B5977"/>
    <w:rsid w:val="003B59EE"/>
    <w:rsid w:val="003B5B5C"/>
    <w:rsid w:val="003B62D9"/>
    <w:rsid w:val="003B6DD7"/>
    <w:rsid w:val="003B725D"/>
    <w:rsid w:val="003B7AEF"/>
    <w:rsid w:val="003C273B"/>
    <w:rsid w:val="003C34F0"/>
    <w:rsid w:val="003C3B3D"/>
    <w:rsid w:val="003C3BAE"/>
    <w:rsid w:val="003C437C"/>
    <w:rsid w:val="003C447A"/>
    <w:rsid w:val="003C4988"/>
    <w:rsid w:val="003C4A7A"/>
    <w:rsid w:val="003C4F22"/>
    <w:rsid w:val="003C4F51"/>
    <w:rsid w:val="003C52E5"/>
    <w:rsid w:val="003C549C"/>
    <w:rsid w:val="003C54BE"/>
    <w:rsid w:val="003C55BA"/>
    <w:rsid w:val="003C55F0"/>
    <w:rsid w:val="003C562D"/>
    <w:rsid w:val="003C617C"/>
    <w:rsid w:val="003C630B"/>
    <w:rsid w:val="003C6EDE"/>
    <w:rsid w:val="003C70C1"/>
    <w:rsid w:val="003C7744"/>
    <w:rsid w:val="003C7AFF"/>
    <w:rsid w:val="003D04BA"/>
    <w:rsid w:val="003D2AF3"/>
    <w:rsid w:val="003D2D03"/>
    <w:rsid w:val="003D3495"/>
    <w:rsid w:val="003D36F0"/>
    <w:rsid w:val="003D4947"/>
    <w:rsid w:val="003D527B"/>
    <w:rsid w:val="003D5FE1"/>
    <w:rsid w:val="003D62EE"/>
    <w:rsid w:val="003D6643"/>
    <w:rsid w:val="003D672A"/>
    <w:rsid w:val="003D6C5D"/>
    <w:rsid w:val="003D6F30"/>
    <w:rsid w:val="003D7904"/>
    <w:rsid w:val="003D7A53"/>
    <w:rsid w:val="003E071F"/>
    <w:rsid w:val="003E08EA"/>
    <w:rsid w:val="003E0AFC"/>
    <w:rsid w:val="003E0B4E"/>
    <w:rsid w:val="003E1417"/>
    <w:rsid w:val="003E19E5"/>
    <w:rsid w:val="003E1D7C"/>
    <w:rsid w:val="003E210D"/>
    <w:rsid w:val="003E2393"/>
    <w:rsid w:val="003E4032"/>
    <w:rsid w:val="003E41F1"/>
    <w:rsid w:val="003E4398"/>
    <w:rsid w:val="003E46AB"/>
    <w:rsid w:val="003E4E0F"/>
    <w:rsid w:val="003E54AB"/>
    <w:rsid w:val="003E6FE9"/>
    <w:rsid w:val="003E7D69"/>
    <w:rsid w:val="003F0524"/>
    <w:rsid w:val="003F09D3"/>
    <w:rsid w:val="003F18D9"/>
    <w:rsid w:val="003F1F4D"/>
    <w:rsid w:val="003F62C4"/>
    <w:rsid w:val="003F7171"/>
    <w:rsid w:val="003F7F6E"/>
    <w:rsid w:val="004006D8"/>
    <w:rsid w:val="00400B99"/>
    <w:rsid w:val="00401236"/>
    <w:rsid w:val="00401262"/>
    <w:rsid w:val="00401CFD"/>
    <w:rsid w:val="00401F4D"/>
    <w:rsid w:val="004020D0"/>
    <w:rsid w:val="00403238"/>
    <w:rsid w:val="00403F1C"/>
    <w:rsid w:val="00404198"/>
    <w:rsid w:val="00404854"/>
    <w:rsid w:val="00404C39"/>
    <w:rsid w:val="00404EFD"/>
    <w:rsid w:val="00406ACD"/>
    <w:rsid w:val="00407648"/>
    <w:rsid w:val="00410128"/>
    <w:rsid w:val="004102E9"/>
    <w:rsid w:val="00410DFB"/>
    <w:rsid w:val="00410E51"/>
    <w:rsid w:val="00411C95"/>
    <w:rsid w:val="00412038"/>
    <w:rsid w:val="00412B34"/>
    <w:rsid w:val="0041304D"/>
    <w:rsid w:val="0041311D"/>
    <w:rsid w:val="00413EDF"/>
    <w:rsid w:val="004147CF"/>
    <w:rsid w:val="00414D42"/>
    <w:rsid w:val="004150A3"/>
    <w:rsid w:val="004155F1"/>
    <w:rsid w:val="00415B13"/>
    <w:rsid w:val="00415D90"/>
    <w:rsid w:val="00417FED"/>
    <w:rsid w:val="00420B42"/>
    <w:rsid w:val="00420D14"/>
    <w:rsid w:val="00421750"/>
    <w:rsid w:val="00421955"/>
    <w:rsid w:val="0042195F"/>
    <w:rsid w:val="00421D3A"/>
    <w:rsid w:val="00422125"/>
    <w:rsid w:val="00422BB7"/>
    <w:rsid w:val="004230D6"/>
    <w:rsid w:val="00424224"/>
    <w:rsid w:val="00424927"/>
    <w:rsid w:val="00424AB8"/>
    <w:rsid w:val="00424C43"/>
    <w:rsid w:val="00424DF4"/>
    <w:rsid w:val="00425262"/>
    <w:rsid w:val="004253F9"/>
    <w:rsid w:val="00425734"/>
    <w:rsid w:val="00425CC5"/>
    <w:rsid w:val="00425D61"/>
    <w:rsid w:val="00426834"/>
    <w:rsid w:val="00426A4D"/>
    <w:rsid w:val="00427671"/>
    <w:rsid w:val="00427C6A"/>
    <w:rsid w:val="0043023B"/>
    <w:rsid w:val="00430474"/>
    <w:rsid w:val="00430C01"/>
    <w:rsid w:val="00430F1C"/>
    <w:rsid w:val="0043135A"/>
    <w:rsid w:val="004318DC"/>
    <w:rsid w:val="00431BE1"/>
    <w:rsid w:val="00431EA1"/>
    <w:rsid w:val="00432184"/>
    <w:rsid w:val="004322EB"/>
    <w:rsid w:val="00432901"/>
    <w:rsid w:val="00433D97"/>
    <w:rsid w:val="00433DCE"/>
    <w:rsid w:val="00434CAF"/>
    <w:rsid w:val="004351B8"/>
    <w:rsid w:val="004353FE"/>
    <w:rsid w:val="00435C26"/>
    <w:rsid w:val="0043636F"/>
    <w:rsid w:val="004368D5"/>
    <w:rsid w:val="00436CC3"/>
    <w:rsid w:val="00437293"/>
    <w:rsid w:val="004372E4"/>
    <w:rsid w:val="00437DBF"/>
    <w:rsid w:val="00440CFC"/>
    <w:rsid w:val="00441BA4"/>
    <w:rsid w:val="004423ED"/>
    <w:rsid w:val="00442A83"/>
    <w:rsid w:val="00442BEE"/>
    <w:rsid w:val="00442C3B"/>
    <w:rsid w:val="0044386A"/>
    <w:rsid w:val="004447DC"/>
    <w:rsid w:val="0044494A"/>
    <w:rsid w:val="00444C6A"/>
    <w:rsid w:val="00445055"/>
    <w:rsid w:val="0044568F"/>
    <w:rsid w:val="00446001"/>
    <w:rsid w:val="00446258"/>
    <w:rsid w:val="00447592"/>
    <w:rsid w:val="00447660"/>
    <w:rsid w:val="00447A47"/>
    <w:rsid w:val="00450C85"/>
    <w:rsid w:val="00450D94"/>
    <w:rsid w:val="00451512"/>
    <w:rsid w:val="004523A5"/>
    <w:rsid w:val="004523EB"/>
    <w:rsid w:val="00453712"/>
    <w:rsid w:val="004553D5"/>
    <w:rsid w:val="004559E7"/>
    <w:rsid w:val="00455C53"/>
    <w:rsid w:val="004565BE"/>
    <w:rsid w:val="00457B8A"/>
    <w:rsid w:val="00457E11"/>
    <w:rsid w:val="00460FD3"/>
    <w:rsid w:val="00461F7D"/>
    <w:rsid w:val="004622AC"/>
    <w:rsid w:val="00462561"/>
    <w:rsid w:val="00462B02"/>
    <w:rsid w:val="00462CE4"/>
    <w:rsid w:val="0046371B"/>
    <w:rsid w:val="00463AA4"/>
    <w:rsid w:val="004643DB"/>
    <w:rsid w:val="00466AEA"/>
    <w:rsid w:val="00466FF9"/>
    <w:rsid w:val="00467945"/>
    <w:rsid w:val="004712D1"/>
    <w:rsid w:val="00471618"/>
    <w:rsid w:val="00471A6A"/>
    <w:rsid w:val="00471E45"/>
    <w:rsid w:val="004726B5"/>
    <w:rsid w:val="00472764"/>
    <w:rsid w:val="00472809"/>
    <w:rsid w:val="00472985"/>
    <w:rsid w:val="0047298F"/>
    <w:rsid w:val="00472A50"/>
    <w:rsid w:val="0047345B"/>
    <w:rsid w:val="00473739"/>
    <w:rsid w:val="00474819"/>
    <w:rsid w:val="00474DC9"/>
    <w:rsid w:val="00475072"/>
    <w:rsid w:val="004750F8"/>
    <w:rsid w:val="004757B5"/>
    <w:rsid w:val="00475CF9"/>
    <w:rsid w:val="00476126"/>
    <w:rsid w:val="00476FDF"/>
    <w:rsid w:val="00477123"/>
    <w:rsid w:val="00477943"/>
    <w:rsid w:val="0047797E"/>
    <w:rsid w:val="00477AA7"/>
    <w:rsid w:val="00480AF9"/>
    <w:rsid w:val="00481659"/>
    <w:rsid w:val="0048197E"/>
    <w:rsid w:val="00482ACF"/>
    <w:rsid w:val="00482AD8"/>
    <w:rsid w:val="00483167"/>
    <w:rsid w:val="004831D3"/>
    <w:rsid w:val="00483E6F"/>
    <w:rsid w:val="00483FDB"/>
    <w:rsid w:val="00486C4E"/>
    <w:rsid w:val="004875E0"/>
    <w:rsid w:val="00487643"/>
    <w:rsid w:val="00487D2D"/>
    <w:rsid w:val="00490A9F"/>
    <w:rsid w:val="00490F4E"/>
    <w:rsid w:val="004916AB"/>
    <w:rsid w:val="00491BD8"/>
    <w:rsid w:val="004924F3"/>
    <w:rsid w:val="00493372"/>
    <w:rsid w:val="00493917"/>
    <w:rsid w:val="00493F70"/>
    <w:rsid w:val="0049409A"/>
    <w:rsid w:val="004959CD"/>
    <w:rsid w:val="004959FD"/>
    <w:rsid w:val="00495B4C"/>
    <w:rsid w:val="00495D69"/>
    <w:rsid w:val="004961A8"/>
    <w:rsid w:val="00496F74"/>
    <w:rsid w:val="00496FC1"/>
    <w:rsid w:val="00497D21"/>
    <w:rsid w:val="004A110D"/>
    <w:rsid w:val="004A11A2"/>
    <w:rsid w:val="004A2758"/>
    <w:rsid w:val="004A39B8"/>
    <w:rsid w:val="004A5744"/>
    <w:rsid w:val="004A5929"/>
    <w:rsid w:val="004A5B28"/>
    <w:rsid w:val="004A5B69"/>
    <w:rsid w:val="004A7029"/>
    <w:rsid w:val="004A73BA"/>
    <w:rsid w:val="004A7A86"/>
    <w:rsid w:val="004A7FBF"/>
    <w:rsid w:val="004B00CD"/>
    <w:rsid w:val="004B07F4"/>
    <w:rsid w:val="004B092D"/>
    <w:rsid w:val="004B0BFB"/>
    <w:rsid w:val="004B10BA"/>
    <w:rsid w:val="004B1C3E"/>
    <w:rsid w:val="004B1FEC"/>
    <w:rsid w:val="004B27D6"/>
    <w:rsid w:val="004B27F8"/>
    <w:rsid w:val="004B2CF8"/>
    <w:rsid w:val="004B357B"/>
    <w:rsid w:val="004B375F"/>
    <w:rsid w:val="004B3760"/>
    <w:rsid w:val="004B3EE1"/>
    <w:rsid w:val="004B497E"/>
    <w:rsid w:val="004B5B38"/>
    <w:rsid w:val="004B65E7"/>
    <w:rsid w:val="004C02B2"/>
    <w:rsid w:val="004C03CF"/>
    <w:rsid w:val="004C0ADE"/>
    <w:rsid w:val="004C13A8"/>
    <w:rsid w:val="004C189D"/>
    <w:rsid w:val="004C1A34"/>
    <w:rsid w:val="004C1BD7"/>
    <w:rsid w:val="004C2ACA"/>
    <w:rsid w:val="004C3E28"/>
    <w:rsid w:val="004C4746"/>
    <w:rsid w:val="004C4E7E"/>
    <w:rsid w:val="004C5FC0"/>
    <w:rsid w:val="004C64DF"/>
    <w:rsid w:val="004C6E5B"/>
    <w:rsid w:val="004C75BE"/>
    <w:rsid w:val="004C7B17"/>
    <w:rsid w:val="004D0575"/>
    <w:rsid w:val="004D1078"/>
    <w:rsid w:val="004D1C15"/>
    <w:rsid w:val="004D219F"/>
    <w:rsid w:val="004D2FAF"/>
    <w:rsid w:val="004D3294"/>
    <w:rsid w:val="004D4999"/>
    <w:rsid w:val="004D4B23"/>
    <w:rsid w:val="004D4F63"/>
    <w:rsid w:val="004D504F"/>
    <w:rsid w:val="004D523D"/>
    <w:rsid w:val="004D60B9"/>
    <w:rsid w:val="004D625C"/>
    <w:rsid w:val="004D65BC"/>
    <w:rsid w:val="004D6F55"/>
    <w:rsid w:val="004D70BE"/>
    <w:rsid w:val="004D77D1"/>
    <w:rsid w:val="004D7DD6"/>
    <w:rsid w:val="004E09A1"/>
    <w:rsid w:val="004E0C27"/>
    <w:rsid w:val="004E0DE0"/>
    <w:rsid w:val="004E22F9"/>
    <w:rsid w:val="004E258E"/>
    <w:rsid w:val="004E2BFD"/>
    <w:rsid w:val="004E31E3"/>
    <w:rsid w:val="004E32D0"/>
    <w:rsid w:val="004E3CDB"/>
    <w:rsid w:val="004E44D3"/>
    <w:rsid w:val="004E4750"/>
    <w:rsid w:val="004E48FF"/>
    <w:rsid w:val="004E5F8F"/>
    <w:rsid w:val="004E63F4"/>
    <w:rsid w:val="004E70A5"/>
    <w:rsid w:val="004E74C8"/>
    <w:rsid w:val="004E75A0"/>
    <w:rsid w:val="004E75B7"/>
    <w:rsid w:val="004E7681"/>
    <w:rsid w:val="004E7C5D"/>
    <w:rsid w:val="004F00DC"/>
    <w:rsid w:val="004F02A9"/>
    <w:rsid w:val="004F28BB"/>
    <w:rsid w:val="004F2A53"/>
    <w:rsid w:val="004F3166"/>
    <w:rsid w:val="004F391B"/>
    <w:rsid w:val="004F3BAA"/>
    <w:rsid w:val="004F3D1B"/>
    <w:rsid w:val="004F43E2"/>
    <w:rsid w:val="004F4BF4"/>
    <w:rsid w:val="004F5356"/>
    <w:rsid w:val="004F56B7"/>
    <w:rsid w:val="004F615C"/>
    <w:rsid w:val="004F668F"/>
    <w:rsid w:val="004F67A7"/>
    <w:rsid w:val="004F79F3"/>
    <w:rsid w:val="0050140A"/>
    <w:rsid w:val="00501ACC"/>
    <w:rsid w:val="0050343C"/>
    <w:rsid w:val="005040AB"/>
    <w:rsid w:val="005040C3"/>
    <w:rsid w:val="005053EA"/>
    <w:rsid w:val="00505639"/>
    <w:rsid w:val="00505C9B"/>
    <w:rsid w:val="00506F1C"/>
    <w:rsid w:val="00510283"/>
    <w:rsid w:val="00510767"/>
    <w:rsid w:val="0051097C"/>
    <w:rsid w:val="00511152"/>
    <w:rsid w:val="00511307"/>
    <w:rsid w:val="005116B7"/>
    <w:rsid w:val="0051180A"/>
    <w:rsid w:val="00513042"/>
    <w:rsid w:val="0051325F"/>
    <w:rsid w:val="005144E4"/>
    <w:rsid w:val="005151DB"/>
    <w:rsid w:val="005162D8"/>
    <w:rsid w:val="005167DF"/>
    <w:rsid w:val="005168C2"/>
    <w:rsid w:val="00517876"/>
    <w:rsid w:val="005208D3"/>
    <w:rsid w:val="0052099A"/>
    <w:rsid w:val="00520E8F"/>
    <w:rsid w:val="005214AA"/>
    <w:rsid w:val="005219A3"/>
    <w:rsid w:val="00521A51"/>
    <w:rsid w:val="00521F13"/>
    <w:rsid w:val="00523D8F"/>
    <w:rsid w:val="005248CE"/>
    <w:rsid w:val="00524E81"/>
    <w:rsid w:val="00525688"/>
    <w:rsid w:val="00526E9A"/>
    <w:rsid w:val="00527008"/>
    <w:rsid w:val="0052780D"/>
    <w:rsid w:val="00527B9C"/>
    <w:rsid w:val="00530171"/>
    <w:rsid w:val="00530D9D"/>
    <w:rsid w:val="00531208"/>
    <w:rsid w:val="005315FF"/>
    <w:rsid w:val="005323B4"/>
    <w:rsid w:val="005327CC"/>
    <w:rsid w:val="00532CA5"/>
    <w:rsid w:val="00533271"/>
    <w:rsid w:val="005339CA"/>
    <w:rsid w:val="0053506A"/>
    <w:rsid w:val="005357B9"/>
    <w:rsid w:val="00535E5F"/>
    <w:rsid w:val="0053781A"/>
    <w:rsid w:val="00540418"/>
    <w:rsid w:val="0054164F"/>
    <w:rsid w:val="00541EDB"/>
    <w:rsid w:val="005423F4"/>
    <w:rsid w:val="00543796"/>
    <w:rsid w:val="00543AA7"/>
    <w:rsid w:val="00544946"/>
    <w:rsid w:val="00544D49"/>
    <w:rsid w:val="005455A0"/>
    <w:rsid w:val="005456E5"/>
    <w:rsid w:val="00545C4A"/>
    <w:rsid w:val="0054672C"/>
    <w:rsid w:val="00546A05"/>
    <w:rsid w:val="00547B9F"/>
    <w:rsid w:val="00547BED"/>
    <w:rsid w:val="00550266"/>
    <w:rsid w:val="005509C6"/>
    <w:rsid w:val="005514B3"/>
    <w:rsid w:val="00552991"/>
    <w:rsid w:val="005531D8"/>
    <w:rsid w:val="00553691"/>
    <w:rsid w:val="005536D3"/>
    <w:rsid w:val="0055394E"/>
    <w:rsid w:val="00553CDF"/>
    <w:rsid w:val="005543F1"/>
    <w:rsid w:val="005546AC"/>
    <w:rsid w:val="00555466"/>
    <w:rsid w:val="005556B4"/>
    <w:rsid w:val="00555A93"/>
    <w:rsid w:val="00556769"/>
    <w:rsid w:val="0055691D"/>
    <w:rsid w:val="00557378"/>
    <w:rsid w:val="00557548"/>
    <w:rsid w:val="005575EB"/>
    <w:rsid w:val="00557B3B"/>
    <w:rsid w:val="00557BA4"/>
    <w:rsid w:val="00557F7F"/>
    <w:rsid w:val="00560254"/>
    <w:rsid w:val="00560A9F"/>
    <w:rsid w:val="00561D01"/>
    <w:rsid w:val="005624A9"/>
    <w:rsid w:val="00562E84"/>
    <w:rsid w:val="00564148"/>
    <w:rsid w:val="00564560"/>
    <w:rsid w:val="0056688F"/>
    <w:rsid w:val="00570271"/>
    <w:rsid w:val="0057057B"/>
    <w:rsid w:val="005706A1"/>
    <w:rsid w:val="00570BB5"/>
    <w:rsid w:val="00571009"/>
    <w:rsid w:val="00572254"/>
    <w:rsid w:val="00572BBC"/>
    <w:rsid w:val="0057312A"/>
    <w:rsid w:val="005732F1"/>
    <w:rsid w:val="00573D0C"/>
    <w:rsid w:val="00573E07"/>
    <w:rsid w:val="005742EE"/>
    <w:rsid w:val="005747DC"/>
    <w:rsid w:val="00574B5A"/>
    <w:rsid w:val="005750EE"/>
    <w:rsid w:val="00575318"/>
    <w:rsid w:val="00575961"/>
    <w:rsid w:val="00575A5B"/>
    <w:rsid w:val="005778B3"/>
    <w:rsid w:val="00577B58"/>
    <w:rsid w:val="00577E27"/>
    <w:rsid w:val="005809C7"/>
    <w:rsid w:val="00581327"/>
    <w:rsid w:val="00582C4E"/>
    <w:rsid w:val="005834CD"/>
    <w:rsid w:val="00584481"/>
    <w:rsid w:val="005847AC"/>
    <w:rsid w:val="00584816"/>
    <w:rsid w:val="00584C8A"/>
    <w:rsid w:val="0058512C"/>
    <w:rsid w:val="0058594B"/>
    <w:rsid w:val="00587CBC"/>
    <w:rsid w:val="00591916"/>
    <w:rsid w:val="00591B6D"/>
    <w:rsid w:val="0059295F"/>
    <w:rsid w:val="00592A8C"/>
    <w:rsid w:val="0059388C"/>
    <w:rsid w:val="00594286"/>
    <w:rsid w:val="0059451A"/>
    <w:rsid w:val="00595A83"/>
    <w:rsid w:val="00595E69"/>
    <w:rsid w:val="00596CE1"/>
    <w:rsid w:val="0059710C"/>
    <w:rsid w:val="005A0262"/>
    <w:rsid w:val="005A0BB6"/>
    <w:rsid w:val="005A136F"/>
    <w:rsid w:val="005A13BA"/>
    <w:rsid w:val="005A14A9"/>
    <w:rsid w:val="005A168A"/>
    <w:rsid w:val="005A1711"/>
    <w:rsid w:val="005A20E2"/>
    <w:rsid w:val="005A2909"/>
    <w:rsid w:val="005A304F"/>
    <w:rsid w:val="005A36DE"/>
    <w:rsid w:val="005A3747"/>
    <w:rsid w:val="005A3B14"/>
    <w:rsid w:val="005A3BAF"/>
    <w:rsid w:val="005A4AA7"/>
    <w:rsid w:val="005A51AA"/>
    <w:rsid w:val="005A587A"/>
    <w:rsid w:val="005A61A1"/>
    <w:rsid w:val="005A6407"/>
    <w:rsid w:val="005A649A"/>
    <w:rsid w:val="005A66D2"/>
    <w:rsid w:val="005A688A"/>
    <w:rsid w:val="005A7186"/>
    <w:rsid w:val="005A73E8"/>
    <w:rsid w:val="005B059D"/>
    <w:rsid w:val="005B09BC"/>
    <w:rsid w:val="005B1196"/>
    <w:rsid w:val="005B1304"/>
    <w:rsid w:val="005B1357"/>
    <w:rsid w:val="005B20C8"/>
    <w:rsid w:val="005B2432"/>
    <w:rsid w:val="005B4058"/>
    <w:rsid w:val="005B4869"/>
    <w:rsid w:val="005B486E"/>
    <w:rsid w:val="005B4FD5"/>
    <w:rsid w:val="005B557D"/>
    <w:rsid w:val="005B5D17"/>
    <w:rsid w:val="005C022B"/>
    <w:rsid w:val="005C027F"/>
    <w:rsid w:val="005C04BA"/>
    <w:rsid w:val="005C0F8B"/>
    <w:rsid w:val="005C131B"/>
    <w:rsid w:val="005C2073"/>
    <w:rsid w:val="005C2706"/>
    <w:rsid w:val="005C28ED"/>
    <w:rsid w:val="005C3ED8"/>
    <w:rsid w:val="005C406A"/>
    <w:rsid w:val="005C4308"/>
    <w:rsid w:val="005C47C4"/>
    <w:rsid w:val="005C547C"/>
    <w:rsid w:val="005C5846"/>
    <w:rsid w:val="005C650C"/>
    <w:rsid w:val="005C6EE4"/>
    <w:rsid w:val="005C715A"/>
    <w:rsid w:val="005D02DE"/>
    <w:rsid w:val="005D0412"/>
    <w:rsid w:val="005D05B6"/>
    <w:rsid w:val="005D06E6"/>
    <w:rsid w:val="005D173F"/>
    <w:rsid w:val="005D1A84"/>
    <w:rsid w:val="005D2242"/>
    <w:rsid w:val="005D356D"/>
    <w:rsid w:val="005D3765"/>
    <w:rsid w:val="005D37D7"/>
    <w:rsid w:val="005D3F95"/>
    <w:rsid w:val="005D4BAE"/>
    <w:rsid w:val="005D54C9"/>
    <w:rsid w:val="005D5AD5"/>
    <w:rsid w:val="005D6369"/>
    <w:rsid w:val="005D685C"/>
    <w:rsid w:val="005D72A8"/>
    <w:rsid w:val="005D746A"/>
    <w:rsid w:val="005D7A5A"/>
    <w:rsid w:val="005E05FF"/>
    <w:rsid w:val="005E0A21"/>
    <w:rsid w:val="005E28AA"/>
    <w:rsid w:val="005E2DDE"/>
    <w:rsid w:val="005E2EF1"/>
    <w:rsid w:val="005E3082"/>
    <w:rsid w:val="005E40D9"/>
    <w:rsid w:val="005E4471"/>
    <w:rsid w:val="005E4F7A"/>
    <w:rsid w:val="005E517D"/>
    <w:rsid w:val="005E54A9"/>
    <w:rsid w:val="005E5A67"/>
    <w:rsid w:val="005E6E43"/>
    <w:rsid w:val="005E7751"/>
    <w:rsid w:val="005E795C"/>
    <w:rsid w:val="005F0C92"/>
    <w:rsid w:val="005F0D98"/>
    <w:rsid w:val="005F140B"/>
    <w:rsid w:val="005F2E68"/>
    <w:rsid w:val="005F2F33"/>
    <w:rsid w:val="005F3605"/>
    <w:rsid w:val="005F380C"/>
    <w:rsid w:val="005F5211"/>
    <w:rsid w:val="005F5F1C"/>
    <w:rsid w:val="005F5F86"/>
    <w:rsid w:val="005F64CD"/>
    <w:rsid w:val="005F7719"/>
    <w:rsid w:val="005F77C2"/>
    <w:rsid w:val="005F79E9"/>
    <w:rsid w:val="006002E5"/>
    <w:rsid w:val="006003CF"/>
    <w:rsid w:val="006029A3"/>
    <w:rsid w:val="00602ADB"/>
    <w:rsid w:val="006036C2"/>
    <w:rsid w:val="00605B47"/>
    <w:rsid w:val="00605F5D"/>
    <w:rsid w:val="00606404"/>
    <w:rsid w:val="00607575"/>
    <w:rsid w:val="00607A21"/>
    <w:rsid w:val="00607AB8"/>
    <w:rsid w:val="00610B32"/>
    <w:rsid w:val="006112D5"/>
    <w:rsid w:val="00611B4C"/>
    <w:rsid w:val="00613259"/>
    <w:rsid w:val="00613336"/>
    <w:rsid w:val="0061392D"/>
    <w:rsid w:val="00613F81"/>
    <w:rsid w:val="00614B7B"/>
    <w:rsid w:val="00614C90"/>
    <w:rsid w:val="00615F53"/>
    <w:rsid w:val="00616333"/>
    <w:rsid w:val="0061711B"/>
    <w:rsid w:val="00617550"/>
    <w:rsid w:val="00617FBE"/>
    <w:rsid w:val="006202F2"/>
    <w:rsid w:val="00620BDE"/>
    <w:rsid w:val="00621325"/>
    <w:rsid w:val="00621951"/>
    <w:rsid w:val="00621A82"/>
    <w:rsid w:val="00621AC1"/>
    <w:rsid w:val="00621E9D"/>
    <w:rsid w:val="00621F32"/>
    <w:rsid w:val="00622981"/>
    <w:rsid w:val="00622C59"/>
    <w:rsid w:val="006233CA"/>
    <w:rsid w:val="006234FA"/>
    <w:rsid w:val="00625159"/>
    <w:rsid w:val="00625FB0"/>
    <w:rsid w:val="0062763B"/>
    <w:rsid w:val="00630E3F"/>
    <w:rsid w:val="00631228"/>
    <w:rsid w:val="00632215"/>
    <w:rsid w:val="006322EF"/>
    <w:rsid w:val="006332D5"/>
    <w:rsid w:val="006333B3"/>
    <w:rsid w:val="006339BB"/>
    <w:rsid w:val="006341C2"/>
    <w:rsid w:val="00634F3F"/>
    <w:rsid w:val="00635D54"/>
    <w:rsid w:val="006369EF"/>
    <w:rsid w:val="006370C3"/>
    <w:rsid w:val="006370F7"/>
    <w:rsid w:val="0063717C"/>
    <w:rsid w:val="006406DE"/>
    <w:rsid w:val="00641C3C"/>
    <w:rsid w:val="00642EF5"/>
    <w:rsid w:val="006430F4"/>
    <w:rsid w:val="00643169"/>
    <w:rsid w:val="0064317C"/>
    <w:rsid w:val="00643726"/>
    <w:rsid w:val="00643AAC"/>
    <w:rsid w:val="00643C1D"/>
    <w:rsid w:val="00644277"/>
    <w:rsid w:val="00644682"/>
    <w:rsid w:val="00644C3A"/>
    <w:rsid w:val="00646CAF"/>
    <w:rsid w:val="006470A5"/>
    <w:rsid w:val="00650CDA"/>
    <w:rsid w:val="00650DB4"/>
    <w:rsid w:val="00651969"/>
    <w:rsid w:val="00651A30"/>
    <w:rsid w:val="00652151"/>
    <w:rsid w:val="00652839"/>
    <w:rsid w:val="0065353A"/>
    <w:rsid w:val="00653E45"/>
    <w:rsid w:val="006542E9"/>
    <w:rsid w:val="00654D20"/>
    <w:rsid w:val="0065582C"/>
    <w:rsid w:val="00655B88"/>
    <w:rsid w:val="00656A07"/>
    <w:rsid w:val="00660171"/>
    <w:rsid w:val="0066044E"/>
    <w:rsid w:val="0066080B"/>
    <w:rsid w:val="00660D27"/>
    <w:rsid w:val="00661095"/>
    <w:rsid w:val="00661629"/>
    <w:rsid w:val="00661B09"/>
    <w:rsid w:val="00662F09"/>
    <w:rsid w:val="00663115"/>
    <w:rsid w:val="00663948"/>
    <w:rsid w:val="006653C3"/>
    <w:rsid w:val="00665DE9"/>
    <w:rsid w:val="00665FBA"/>
    <w:rsid w:val="00666345"/>
    <w:rsid w:val="006672E3"/>
    <w:rsid w:val="0066757E"/>
    <w:rsid w:val="006675D8"/>
    <w:rsid w:val="00667F09"/>
    <w:rsid w:val="006702D1"/>
    <w:rsid w:val="00671752"/>
    <w:rsid w:val="00671C3F"/>
    <w:rsid w:val="0067346B"/>
    <w:rsid w:val="006737EB"/>
    <w:rsid w:val="00673BA6"/>
    <w:rsid w:val="00673EDB"/>
    <w:rsid w:val="006740AD"/>
    <w:rsid w:val="0067460A"/>
    <w:rsid w:val="006754BD"/>
    <w:rsid w:val="006766B9"/>
    <w:rsid w:val="00676BE1"/>
    <w:rsid w:val="00676FE2"/>
    <w:rsid w:val="006773E2"/>
    <w:rsid w:val="00677AE3"/>
    <w:rsid w:val="00680208"/>
    <w:rsid w:val="006804BD"/>
    <w:rsid w:val="006804CB"/>
    <w:rsid w:val="00680508"/>
    <w:rsid w:val="00681AE6"/>
    <w:rsid w:val="00681C42"/>
    <w:rsid w:val="00683658"/>
    <w:rsid w:val="00683779"/>
    <w:rsid w:val="00683947"/>
    <w:rsid w:val="00683BF7"/>
    <w:rsid w:val="00684386"/>
    <w:rsid w:val="0068495B"/>
    <w:rsid w:val="00684A43"/>
    <w:rsid w:val="00684E21"/>
    <w:rsid w:val="00684E31"/>
    <w:rsid w:val="00686039"/>
    <w:rsid w:val="006869A0"/>
    <w:rsid w:val="006909F8"/>
    <w:rsid w:val="00690A7B"/>
    <w:rsid w:val="00691998"/>
    <w:rsid w:val="006919AC"/>
    <w:rsid w:val="00691CC3"/>
    <w:rsid w:val="00692093"/>
    <w:rsid w:val="00692977"/>
    <w:rsid w:val="00692996"/>
    <w:rsid w:val="00692CDD"/>
    <w:rsid w:val="00692FCD"/>
    <w:rsid w:val="0069302F"/>
    <w:rsid w:val="0069306E"/>
    <w:rsid w:val="00693316"/>
    <w:rsid w:val="00693603"/>
    <w:rsid w:val="00693CBE"/>
    <w:rsid w:val="0069401C"/>
    <w:rsid w:val="00694661"/>
    <w:rsid w:val="00694E6F"/>
    <w:rsid w:val="006951B3"/>
    <w:rsid w:val="00695D9F"/>
    <w:rsid w:val="00695DD0"/>
    <w:rsid w:val="00696165"/>
    <w:rsid w:val="006969BE"/>
    <w:rsid w:val="00697135"/>
    <w:rsid w:val="006971DA"/>
    <w:rsid w:val="006A02FD"/>
    <w:rsid w:val="006A0345"/>
    <w:rsid w:val="006A0E91"/>
    <w:rsid w:val="006A17FB"/>
    <w:rsid w:val="006A287E"/>
    <w:rsid w:val="006A2AB1"/>
    <w:rsid w:val="006A2FFD"/>
    <w:rsid w:val="006A347B"/>
    <w:rsid w:val="006A39DB"/>
    <w:rsid w:val="006A4128"/>
    <w:rsid w:val="006A4381"/>
    <w:rsid w:val="006A4603"/>
    <w:rsid w:val="006A5688"/>
    <w:rsid w:val="006A5A14"/>
    <w:rsid w:val="006A68B0"/>
    <w:rsid w:val="006A6C59"/>
    <w:rsid w:val="006A6F8F"/>
    <w:rsid w:val="006A734E"/>
    <w:rsid w:val="006A7585"/>
    <w:rsid w:val="006A786F"/>
    <w:rsid w:val="006B0B30"/>
    <w:rsid w:val="006B1393"/>
    <w:rsid w:val="006B1EBA"/>
    <w:rsid w:val="006B247A"/>
    <w:rsid w:val="006B2637"/>
    <w:rsid w:val="006B2B48"/>
    <w:rsid w:val="006B2C6F"/>
    <w:rsid w:val="006B3296"/>
    <w:rsid w:val="006B3335"/>
    <w:rsid w:val="006B3672"/>
    <w:rsid w:val="006B3CCA"/>
    <w:rsid w:val="006B4AA5"/>
    <w:rsid w:val="006B50CD"/>
    <w:rsid w:val="006B62C4"/>
    <w:rsid w:val="006B642D"/>
    <w:rsid w:val="006B67EA"/>
    <w:rsid w:val="006B68E8"/>
    <w:rsid w:val="006B6CF6"/>
    <w:rsid w:val="006B7AC8"/>
    <w:rsid w:val="006C0D4D"/>
    <w:rsid w:val="006C1620"/>
    <w:rsid w:val="006C1CB8"/>
    <w:rsid w:val="006C2377"/>
    <w:rsid w:val="006C25B9"/>
    <w:rsid w:val="006C2B81"/>
    <w:rsid w:val="006C2D05"/>
    <w:rsid w:val="006C349B"/>
    <w:rsid w:val="006C375F"/>
    <w:rsid w:val="006C45FF"/>
    <w:rsid w:val="006C5153"/>
    <w:rsid w:val="006C53FE"/>
    <w:rsid w:val="006C553A"/>
    <w:rsid w:val="006C5CAB"/>
    <w:rsid w:val="006C6442"/>
    <w:rsid w:val="006C7818"/>
    <w:rsid w:val="006C7E82"/>
    <w:rsid w:val="006D023A"/>
    <w:rsid w:val="006D033F"/>
    <w:rsid w:val="006D1AA3"/>
    <w:rsid w:val="006D2F77"/>
    <w:rsid w:val="006D38D6"/>
    <w:rsid w:val="006D3D75"/>
    <w:rsid w:val="006D4029"/>
    <w:rsid w:val="006D51B7"/>
    <w:rsid w:val="006D523D"/>
    <w:rsid w:val="006D5D3E"/>
    <w:rsid w:val="006D5E41"/>
    <w:rsid w:val="006D67C5"/>
    <w:rsid w:val="006D69B8"/>
    <w:rsid w:val="006D6D84"/>
    <w:rsid w:val="006D7196"/>
    <w:rsid w:val="006D78AD"/>
    <w:rsid w:val="006D7B57"/>
    <w:rsid w:val="006E1914"/>
    <w:rsid w:val="006E24E2"/>
    <w:rsid w:val="006E293F"/>
    <w:rsid w:val="006E2E31"/>
    <w:rsid w:val="006E2EC7"/>
    <w:rsid w:val="006E34A5"/>
    <w:rsid w:val="006E3508"/>
    <w:rsid w:val="006E3A37"/>
    <w:rsid w:val="006E461D"/>
    <w:rsid w:val="006E4A83"/>
    <w:rsid w:val="006E4AA9"/>
    <w:rsid w:val="006E4E26"/>
    <w:rsid w:val="006E6033"/>
    <w:rsid w:val="006E6A92"/>
    <w:rsid w:val="006E6E07"/>
    <w:rsid w:val="006F06D4"/>
    <w:rsid w:val="006F07FB"/>
    <w:rsid w:val="006F11FC"/>
    <w:rsid w:val="006F14CA"/>
    <w:rsid w:val="006F1C23"/>
    <w:rsid w:val="006F2500"/>
    <w:rsid w:val="006F31C2"/>
    <w:rsid w:val="006F3A33"/>
    <w:rsid w:val="006F45AC"/>
    <w:rsid w:val="006F4BC7"/>
    <w:rsid w:val="006F4E92"/>
    <w:rsid w:val="006F54F8"/>
    <w:rsid w:val="006F675B"/>
    <w:rsid w:val="006F721F"/>
    <w:rsid w:val="006F7946"/>
    <w:rsid w:val="006F794D"/>
    <w:rsid w:val="0070042F"/>
    <w:rsid w:val="0070062C"/>
    <w:rsid w:val="0070111F"/>
    <w:rsid w:val="007012B8"/>
    <w:rsid w:val="00701982"/>
    <w:rsid w:val="00701EE6"/>
    <w:rsid w:val="00702FB0"/>
    <w:rsid w:val="0070384D"/>
    <w:rsid w:val="0070386B"/>
    <w:rsid w:val="00703AC2"/>
    <w:rsid w:val="00703C7B"/>
    <w:rsid w:val="0070431D"/>
    <w:rsid w:val="00704392"/>
    <w:rsid w:val="00704E0A"/>
    <w:rsid w:val="00706F30"/>
    <w:rsid w:val="00707C83"/>
    <w:rsid w:val="00707FD3"/>
    <w:rsid w:val="00710226"/>
    <w:rsid w:val="00711478"/>
    <w:rsid w:val="0071216A"/>
    <w:rsid w:val="0071245C"/>
    <w:rsid w:val="0071498F"/>
    <w:rsid w:val="007160AB"/>
    <w:rsid w:val="00716AAA"/>
    <w:rsid w:val="007171F8"/>
    <w:rsid w:val="00717A91"/>
    <w:rsid w:val="00717FEA"/>
    <w:rsid w:val="007200C7"/>
    <w:rsid w:val="007200E7"/>
    <w:rsid w:val="00720215"/>
    <w:rsid w:val="00721849"/>
    <w:rsid w:val="0072299A"/>
    <w:rsid w:val="0072355D"/>
    <w:rsid w:val="00723AD7"/>
    <w:rsid w:val="00723B14"/>
    <w:rsid w:val="007241E6"/>
    <w:rsid w:val="007245DC"/>
    <w:rsid w:val="00725077"/>
    <w:rsid w:val="00725250"/>
    <w:rsid w:val="00730125"/>
    <w:rsid w:val="007304FB"/>
    <w:rsid w:val="0073133E"/>
    <w:rsid w:val="0073171A"/>
    <w:rsid w:val="00731919"/>
    <w:rsid w:val="007322D3"/>
    <w:rsid w:val="007323A0"/>
    <w:rsid w:val="00732FC7"/>
    <w:rsid w:val="0073369A"/>
    <w:rsid w:val="00733DB9"/>
    <w:rsid w:val="007340D9"/>
    <w:rsid w:val="007340DA"/>
    <w:rsid w:val="007345F9"/>
    <w:rsid w:val="00734F37"/>
    <w:rsid w:val="007351B6"/>
    <w:rsid w:val="00735734"/>
    <w:rsid w:val="007358EA"/>
    <w:rsid w:val="00736114"/>
    <w:rsid w:val="00736ACC"/>
    <w:rsid w:val="00736E80"/>
    <w:rsid w:val="00736ED6"/>
    <w:rsid w:val="007373FE"/>
    <w:rsid w:val="00737DBF"/>
    <w:rsid w:val="007406AD"/>
    <w:rsid w:val="00740728"/>
    <w:rsid w:val="00740A5F"/>
    <w:rsid w:val="00740EB7"/>
    <w:rsid w:val="0074228E"/>
    <w:rsid w:val="007431C2"/>
    <w:rsid w:val="00743880"/>
    <w:rsid w:val="00743A61"/>
    <w:rsid w:val="00743C4A"/>
    <w:rsid w:val="00743E26"/>
    <w:rsid w:val="007441E3"/>
    <w:rsid w:val="007443F8"/>
    <w:rsid w:val="0074456E"/>
    <w:rsid w:val="0074457F"/>
    <w:rsid w:val="007449D7"/>
    <w:rsid w:val="00744DBE"/>
    <w:rsid w:val="00746277"/>
    <w:rsid w:val="007462F2"/>
    <w:rsid w:val="00746A0C"/>
    <w:rsid w:val="007477D3"/>
    <w:rsid w:val="00750670"/>
    <w:rsid w:val="00750717"/>
    <w:rsid w:val="00751AB0"/>
    <w:rsid w:val="00752507"/>
    <w:rsid w:val="00752CD7"/>
    <w:rsid w:val="007532C3"/>
    <w:rsid w:val="007535B2"/>
    <w:rsid w:val="007538E6"/>
    <w:rsid w:val="00754FF1"/>
    <w:rsid w:val="007557CF"/>
    <w:rsid w:val="0075614D"/>
    <w:rsid w:val="00756E5C"/>
    <w:rsid w:val="00756EB4"/>
    <w:rsid w:val="00757AFC"/>
    <w:rsid w:val="00760C43"/>
    <w:rsid w:val="007612F8"/>
    <w:rsid w:val="007617AF"/>
    <w:rsid w:val="0076210A"/>
    <w:rsid w:val="007622BC"/>
    <w:rsid w:val="00762E42"/>
    <w:rsid w:val="00763937"/>
    <w:rsid w:val="00764099"/>
    <w:rsid w:val="0076432D"/>
    <w:rsid w:val="00764E4F"/>
    <w:rsid w:val="00765307"/>
    <w:rsid w:val="00765313"/>
    <w:rsid w:val="00766005"/>
    <w:rsid w:val="00766E4F"/>
    <w:rsid w:val="00766FEC"/>
    <w:rsid w:val="00767241"/>
    <w:rsid w:val="00767C93"/>
    <w:rsid w:val="00770277"/>
    <w:rsid w:val="00770AC7"/>
    <w:rsid w:val="00770C87"/>
    <w:rsid w:val="00772008"/>
    <w:rsid w:val="00772706"/>
    <w:rsid w:val="00773423"/>
    <w:rsid w:val="00773D9D"/>
    <w:rsid w:val="007743A3"/>
    <w:rsid w:val="00774431"/>
    <w:rsid w:val="007744F0"/>
    <w:rsid w:val="00774E76"/>
    <w:rsid w:val="007753DE"/>
    <w:rsid w:val="00775562"/>
    <w:rsid w:val="00775FF3"/>
    <w:rsid w:val="007762F9"/>
    <w:rsid w:val="00776741"/>
    <w:rsid w:val="00777A72"/>
    <w:rsid w:val="00780149"/>
    <w:rsid w:val="0078059B"/>
    <w:rsid w:val="0078185D"/>
    <w:rsid w:val="00781AB9"/>
    <w:rsid w:val="007827DE"/>
    <w:rsid w:val="00782AE3"/>
    <w:rsid w:val="00782F27"/>
    <w:rsid w:val="00783342"/>
    <w:rsid w:val="0078343D"/>
    <w:rsid w:val="0078364D"/>
    <w:rsid w:val="00784151"/>
    <w:rsid w:val="00784C51"/>
    <w:rsid w:val="00784CC3"/>
    <w:rsid w:val="00784E2D"/>
    <w:rsid w:val="007854A6"/>
    <w:rsid w:val="007858CB"/>
    <w:rsid w:val="007861AB"/>
    <w:rsid w:val="0078658A"/>
    <w:rsid w:val="007866F4"/>
    <w:rsid w:val="00787582"/>
    <w:rsid w:val="00790C3C"/>
    <w:rsid w:val="00790DF4"/>
    <w:rsid w:val="007913CE"/>
    <w:rsid w:val="00791689"/>
    <w:rsid w:val="007918AC"/>
    <w:rsid w:val="00792816"/>
    <w:rsid w:val="00793987"/>
    <w:rsid w:val="00794101"/>
    <w:rsid w:val="007946EF"/>
    <w:rsid w:val="0079505B"/>
    <w:rsid w:val="00795820"/>
    <w:rsid w:val="00796F52"/>
    <w:rsid w:val="007A01F0"/>
    <w:rsid w:val="007A0AD5"/>
    <w:rsid w:val="007A150F"/>
    <w:rsid w:val="007A1F07"/>
    <w:rsid w:val="007A29D3"/>
    <w:rsid w:val="007A2A7C"/>
    <w:rsid w:val="007A3359"/>
    <w:rsid w:val="007A3440"/>
    <w:rsid w:val="007A3D81"/>
    <w:rsid w:val="007A3FDC"/>
    <w:rsid w:val="007A4063"/>
    <w:rsid w:val="007A49D0"/>
    <w:rsid w:val="007A504C"/>
    <w:rsid w:val="007A6112"/>
    <w:rsid w:val="007A6284"/>
    <w:rsid w:val="007B0054"/>
    <w:rsid w:val="007B01B0"/>
    <w:rsid w:val="007B04C6"/>
    <w:rsid w:val="007B0511"/>
    <w:rsid w:val="007B0B53"/>
    <w:rsid w:val="007B141F"/>
    <w:rsid w:val="007B1AF8"/>
    <w:rsid w:val="007B20D6"/>
    <w:rsid w:val="007B307D"/>
    <w:rsid w:val="007B31F9"/>
    <w:rsid w:val="007B3EAA"/>
    <w:rsid w:val="007B4243"/>
    <w:rsid w:val="007B4526"/>
    <w:rsid w:val="007B51F7"/>
    <w:rsid w:val="007B537B"/>
    <w:rsid w:val="007B5A3C"/>
    <w:rsid w:val="007B6516"/>
    <w:rsid w:val="007B6B2C"/>
    <w:rsid w:val="007B6D75"/>
    <w:rsid w:val="007B75FD"/>
    <w:rsid w:val="007C0059"/>
    <w:rsid w:val="007C0EF7"/>
    <w:rsid w:val="007C31CE"/>
    <w:rsid w:val="007C336D"/>
    <w:rsid w:val="007C3736"/>
    <w:rsid w:val="007C3776"/>
    <w:rsid w:val="007C3C33"/>
    <w:rsid w:val="007C44B6"/>
    <w:rsid w:val="007C4C9E"/>
    <w:rsid w:val="007C530C"/>
    <w:rsid w:val="007C5ADA"/>
    <w:rsid w:val="007C5E0B"/>
    <w:rsid w:val="007C62CB"/>
    <w:rsid w:val="007C69D9"/>
    <w:rsid w:val="007C6DB2"/>
    <w:rsid w:val="007C6E0B"/>
    <w:rsid w:val="007C73F1"/>
    <w:rsid w:val="007C7F34"/>
    <w:rsid w:val="007D0C98"/>
    <w:rsid w:val="007D0E71"/>
    <w:rsid w:val="007D0FC6"/>
    <w:rsid w:val="007D1D70"/>
    <w:rsid w:val="007D1F61"/>
    <w:rsid w:val="007D2953"/>
    <w:rsid w:val="007D34FD"/>
    <w:rsid w:val="007D5BD9"/>
    <w:rsid w:val="007D6ADD"/>
    <w:rsid w:val="007D6D6E"/>
    <w:rsid w:val="007D6EEA"/>
    <w:rsid w:val="007D739B"/>
    <w:rsid w:val="007D73E7"/>
    <w:rsid w:val="007D7637"/>
    <w:rsid w:val="007D7B29"/>
    <w:rsid w:val="007D7C0A"/>
    <w:rsid w:val="007D7EF6"/>
    <w:rsid w:val="007E000B"/>
    <w:rsid w:val="007E00A2"/>
    <w:rsid w:val="007E09F4"/>
    <w:rsid w:val="007E1050"/>
    <w:rsid w:val="007E21C3"/>
    <w:rsid w:val="007E2CD0"/>
    <w:rsid w:val="007E380F"/>
    <w:rsid w:val="007E3A2B"/>
    <w:rsid w:val="007E4080"/>
    <w:rsid w:val="007E56B2"/>
    <w:rsid w:val="007E6B94"/>
    <w:rsid w:val="007F0E1C"/>
    <w:rsid w:val="007F1043"/>
    <w:rsid w:val="007F12FE"/>
    <w:rsid w:val="007F17EA"/>
    <w:rsid w:val="007F21DD"/>
    <w:rsid w:val="007F27A1"/>
    <w:rsid w:val="007F4043"/>
    <w:rsid w:val="007F41AA"/>
    <w:rsid w:val="007F43F0"/>
    <w:rsid w:val="007F4534"/>
    <w:rsid w:val="007F46BF"/>
    <w:rsid w:val="007F476C"/>
    <w:rsid w:val="007F4C9B"/>
    <w:rsid w:val="007F5975"/>
    <w:rsid w:val="007F5E78"/>
    <w:rsid w:val="007F60AE"/>
    <w:rsid w:val="007F735F"/>
    <w:rsid w:val="007F7408"/>
    <w:rsid w:val="007F7DB6"/>
    <w:rsid w:val="007F7FF7"/>
    <w:rsid w:val="00800A50"/>
    <w:rsid w:val="00800A6A"/>
    <w:rsid w:val="008010BB"/>
    <w:rsid w:val="0080197D"/>
    <w:rsid w:val="00802425"/>
    <w:rsid w:val="00802B8C"/>
    <w:rsid w:val="00804DE9"/>
    <w:rsid w:val="00806544"/>
    <w:rsid w:val="00806E14"/>
    <w:rsid w:val="00807B38"/>
    <w:rsid w:val="00807FB6"/>
    <w:rsid w:val="008108C5"/>
    <w:rsid w:val="00810A85"/>
    <w:rsid w:val="00810B6B"/>
    <w:rsid w:val="00815146"/>
    <w:rsid w:val="00815361"/>
    <w:rsid w:val="00815951"/>
    <w:rsid w:val="00815E9D"/>
    <w:rsid w:val="008161CC"/>
    <w:rsid w:val="008164E3"/>
    <w:rsid w:val="00816788"/>
    <w:rsid w:val="00816874"/>
    <w:rsid w:val="008177A3"/>
    <w:rsid w:val="008200BE"/>
    <w:rsid w:val="0082019A"/>
    <w:rsid w:val="00820522"/>
    <w:rsid w:val="00820832"/>
    <w:rsid w:val="00821528"/>
    <w:rsid w:val="008215A1"/>
    <w:rsid w:val="00821637"/>
    <w:rsid w:val="0082190C"/>
    <w:rsid w:val="00823591"/>
    <w:rsid w:val="00825041"/>
    <w:rsid w:val="00826172"/>
    <w:rsid w:val="00826273"/>
    <w:rsid w:val="00826582"/>
    <w:rsid w:val="00826CC0"/>
    <w:rsid w:val="008278D6"/>
    <w:rsid w:val="00827F49"/>
    <w:rsid w:val="008307E0"/>
    <w:rsid w:val="00830A87"/>
    <w:rsid w:val="00831CD9"/>
    <w:rsid w:val="00832269"/>
    <w:rsid w:val="00832354"/>
    <w:rsid w:val="00832A68"/>
    <w:rsid w:val="00832E68"/>
    <w:rsid w:val="00833C4C"/>
    <w:rsid w:val="00835157"/>
    <w:rsid w:val="008354F8"/>
    <w:rsid w:val="008355F0"/>
    <w:rsid w:val="0083677F"/>
    <w:rsid w:val="008378ED"/>
    <w:rsid w:val="00837C32"/>
    <w:rsid w:val="00837CEB"/>
    <w:rsid w:val="00841030"/>
    <w:rsid w:val="008414A5"/>
    <w:rsid w:val="008418B9"/>
    <w:rsid w:val="00841CCB"/>
    <w:rsid w:val="008427C7"/>
    <w:rsid w:val="0084394C"/>
    <w:rsid w:val="00843FE4"/>
    <w:rsid w:val="0084478C"/>
    <w:rsid w:val="008452EF"/>
    <w:rsid w:val="0084591B"/>
    <w:rsid w:val="00845933"/>
    <w:rsid w:val="00845F1C"/>
    <w:rsid w:val="00846530"/>
    <w:rsid w:val="008465D4"/>
    <w:rsid w:val="00847F2B"/>
    <w:rsid w:val="00850D93"/>
    <w:rsid w:val="00850F82"/>
    <w:rsid w:val="00851110"/>
    <w:rsid w:val="00851134"/>
    <w:rsid w:val="00851DE6"/>
    <w:rsid w:val="00852B2A"/>
    <w:rsid w:val="00852C0F"/>
    <w:rsid w:val="008530AD"/>
    <w:rsid w:val="008536CE"/>
    <w:rsid w:val="0085394A"/>
    <w:rsid w:val="00854CAD"/>
    <w:rsid w:val="00855FBC"/>
    <w:rsid w:val="00856546"/>
    <w:rsid w:val="00856A7A"/>
    <w:rsid w:val="00856AD3"/>
    <w:rsid w:val="0085728C"/>
    <w:rsid w:val="00857296"/>
    <w:rsid w:val="008579F2"/>
    <w:rsid w:val="00857B05"/>
    <w:rsid w:val="00857E31"/>
    <w:rsid w:val="00857E60"/>
    <w:rsid w:val="00860535"/>
    <w:rsid w:val="00860740"/>
    <w:rsid w:val="00860A29"/>
    <w:rsid w:val="00860B6F"/>
    <w:rsid w:val="0086238C"/>
    <w:rsid w:val="0086299C"/>
    <w:rsid w:val="00862D82"/>
    <w:rsid w:val="00863BB9"/>
    <w:rsid w:val="00863FF5"/>
    <w:rsid w:val="00864048"/>
    <w:rsid w:val="0086407A"/>
    <w:rsid w:val="008642D1"/>
    <w:rsid w:val="00864BC2"/>
    <w:rsid w:val="00864BF5"/>
    <w:rsid w:val="00865239"/>
    <w:rsid w:val="00865700"/>
    <w:rsid w:val="00865FD6"/>
    <w:rsid w:val="0086619A"/>
    <w:rsid w:val="0086633B"/>
    <w:rsid w:val="008667E2"/>
    <w:rsid w:val="00866972"/>
    <w:rsid w:val="0086767B"/>
    <w:rsid w:val="00867A2D"/>
    <w:rsid w:val="00870851"/>
    <w:rsid w:val="00871C68"/>
    <w:rsid w:val="00872651"/>
    <w:rsid w:val="00872CE9"/>
    <w:rsid w:val="00872D8F"/>
    <w:rsid w:val="008742D4"/>
    <w:rsid w:val="00874EC6"/>
    <w:rsid w:val="008752F0"/>
    <w:rsid w:val="008759F5"/>
    <w:rsid w:val="00876111"/>
    <w:rsid w:val="00876248"/>
    <w:rsid w:val="0087758B"/>
    <w:rsid w:val="00877946"/>
    <w:rsid w:val="00877B4D"/>
    <w:rsid w:val="0088006C"/>
    <w:rsid w:val="008810E4"/>
    <w:rsid w:val="00881297"/>
    <w:rsid w:val="00881413"/>
    <w:rsid w:val="008816CD"/>
    <w:rsid w:val="00882E47"/>
    <w:rsid w:val="00882FF1"/>
    <w:rsid w:val="00883A28"/>
    <w:rsid w:val="0088436A"/>
    <w:rsid w:val="0088552C"/>
    <w:rsid w:val="00885998"/>
    <w:rsid w:val="00886483"/>
    <w:rsid w:val="00886C3F"/>
    <w:rsid w:val="008874A5"/>
    <w:rsid w:val="008875D5"/>
    <w:rsid w:val="008877C8"/>
    <w:rsid w:val="00887D82"/>
    <w:rsid w:val="00887DE4"/>
    <w:rsid w:val="00887E68"/>
    <w:rsid w:val="00891926"/>
    <w:rsid w:val="00891AB6"/>
    <w:rsid w:val="00891D83"/>
    <w:rsid w:val="00891E93"/>
    <w:rsid w:val="00892B03"/>
    <w:rsid w:val="00894416"/>
    <w:rsid w:val="0089478A"/>
    <w:rsid w:val="00894FF8"/>
    <w:rsid w:val="00895325"/>
    <w:rsid w:val="00896E2B"/>
    <w:rsid w:val="008970D9"/>
    <w:rsid w:val="0089790E"/>
    <w:rsid w:val="00897B82"/>
    <w:rsid w:val="00897C08"/>
    <w:rsid w:val="008A0D23"/>
    <w:rsid w:val="008A1627"/>
    <w:rsid w:val="008A519C"/>
    <w:rsid w:val="008A5563"/>
    <w:rsid w:val="008A5D33"/>
    <w:rsid w:val="008A6740"/>
    <w:rsid w:val="008A6F91"/>
    <w:rsid w:val="008A7742"/>
    <w:rsid w:val="008B0DD3"/>
    <w:rsid w:val="008B1173"/>
    <w:rsid w:val="008B184F"/>
    <w:rsid w:val="008B1BD3"/>
    <w:rsid w:val="008B2345"/>
    <w:rsid w:val="008B2531"/>
    <w:rsid w:val="008B263C"/>
    <w:rsid w:val="008B27AF"/>
    <w:rsid w:val="008B287F"/>
    <w:rsid w:val="008B28A9"/>
    <w:rsid w:val="008B2CEF"/>
    <w:rsid w:val="008B316B"/>
    <w:rsid w:val="008B31DA"/>
    <w:rsid w:val="008B4FAE"/>
    <w:rsid w:val="008B51D8"/>
    <w:rsid w:val="008B6E74"/>
    <w:rsid w:val="008B715B"/>
    <w:rsid w:val="008B718B"/>
    <w:rsid w:val="008B73FB"/>
    <w:rsid w:val="008B796B"/>
    <w:rsid w:val="008B7AFF"/>
    <w:rsid w:val="008B7F0A"/>
    <w:rsid w:val="008C03FB"/>
    <w:rsid w:val="008C22B2"/>
    <w:rsid w:val="008C34FC"/>
    <w:rsid w:val="008C3809"/>
    <w:rsid w:val="008C3B85"/>
    <w:rsid w:val="008C3BAE"/>
    <w:rsid w:val="008C4156"/>
    <w:rsid w:val="008C48CB"/>
    <w:rsid w:val="008C55F6"/>
    <w:rsid w:val="008C5740"/>
    <w:rsid w:val="008C5C19"/>
    <w:rsid w:val="008C6138"/>
    <w:rsid w:val="008C68B9"/>
    <w:rsid w:val="008C727A"/>
    <w:rsid w:val="008C74CF"/>
    <w:rsid w:val="008C770B"/>
    <w:rsid w:val="008C79EF"/>
    <w:rsid w:val="008C7EE6"/>
    <w:rsid w:val="008D0392"/>
    <w:rsid w:val="008D07AF"/>
    <w:rsid w:val="008D0C9C"/>
    <w:rsid w:val="008D0D85"/>
    <w:rsid w:val="008D1590"/>
    <w:rsid w:val="008D2865"/>
    <w:rsid w:val="008D2E0D"/>
    <w:rsid w:val="008D3228"/>
    <w:rsid w:val="008D453A"/>
    <w:rsid w:val="008D5245"/>
    <w:rsid w:val="008D72AB"/>
    <w:rsid w:val="008E0E48"/>
    <w:rsid w:val="008E19B6"/>
    <w:rsid w:val="008E2B76"/>
    <w:rsid w:val="008E2D0F"/>
    <w:rsid w:val="008E37E7"/>
    <w:rsid w:val="008E41D6"/>
    <w:rsid w:val="008E45F8"/>
    <w:rsid w:val="008E4898"/>
    <w:rsid w:val="008E6545"/>
    <w:rsid w:val="008E69BD"/>
    <w:rsid w:val="008E7B11"/>
    <w:rsid w:val="008F0003"/>
    <w:rsid w:val="008F014B"/>
    <w:rsid w:val="008F01FE"/>
    <w:rsid w:val="008F0488"/>
    <w:rsid w:val="008F077E"/>
    <w:rsid w:val="008F0B34"/>
    <w:rsid w:val="008F0BA6"/>
    <w:rsid w:val="008F0D34"/>
    <w:rsid w:val="008F0E06"/>
    <w:rsid w:val="008F2786"/>
    <w:rsid w:val="008F2962"/>
    <w:rsid w:val="008F2C91"/>
    <w:rsid w:val="008F3AAB"/>
    <w:rsid w:val="008F3BF8"/>
    <w:rsid w:val="008F4163"/>
    <w:rsid w:val="008F4635"/>
    <w:rsid w:val="008F4A24"/>
    <w:rsid w:val="008F4B58"/>
    <w:rsid w:val="008F56B2"/>
    <w:rsid w:val="008F5A0F"/>
    <w:rsid w:val="008F6061"/>
    <w:rsid w:val="008F6B22"/>
    <w:rsid w:val="008F6C1F"/>
    <w:rsid w:val="008F7392"/>
    <w:rsid w:val="008F75F5"/>
    <w:rsid w:val="00900001"/>
    <w:rsid w:val="0090031B"/>
    <w:rsid w:val="00900B58"/>
    <w:rsid w:val="00900DAC"/>
    <w:rsid w:val="00900EF0"/>
    <w:rsid w:val="0090105E"/>
    <w:rsid w:val="009011E2"/>
    <w:rsid w:val="00901AD2"/>
    <w:rsid w:val="00901DB6"/>
    <w:rsid w:val="00902B32"/>
    <w:rsid w:val="0090451F"/>
    <w:rsid w:val="00904B2C"/>
    <w:rsid w:val="009051C3"/>
    <w:rsid w:val="00905293"/>
    <w:rsid w:val="009057B4"/>
    <w:rsid w:val="00905855"/>
    <w:rsid w:val="00905BE2"/>
    <w:rsid w:val="00905BFE"/>
    <w:rsid w:val="00905EB3"/>
    <w:rsid w:val="00906934"/>
    <w:rsid w:val="00906A3B"/>
    <w:rsid w:val="00907180"/>
    <w:rsid w:val="00907349"/>
    <w:rsid w:val="0090776F"/>
    <w:rsid w:val="00907892"/>
    <w:rsid w:val="00910721"/>
    <w:rsid w:val="00910834"/>
    <w:rsid w:val="00910DC5"/>
    <w:rsid w:val="00910EC5"/>
    <w:rsid w:val="00911566"/>
    <w:rsid w:val="009126D7"/>
    <w:rsid w:val="00912DD6"/>
    <w:rsid w:val="009133B5"/>
    <w:rsid w:val="00913EC8"/>
    <w:rsid w:val="0091473A"/>
    <w:rsid w:val="009151BE"/>
    <w:rsid w:val="009154F6"/>
    <w:rsid w:val="009156D8"/>
    <w:rsid w:val="009162B4"/>
    <w:rsid w:val="009175C5"/>
    <w:rsid w:val="00917B1E"/>
    <w:rsid w:val="009201DD"/>
    <w:rsid w:val="00920457"/>
    <w:rsid w:val="009211CF"/>
    <w:rsid w:val="00922123"/>
    <w:rsid w:val="0092242A"/>
    <w:rsid w:val="00922AF4"/>
    <w:rsid w:val="00922C28"/>
    <w:rsid w:val="00922F67"/>
    <w:rsid w:val="009230AC"/>
    <w:rsid w:val="00923635"/>
    <w:rsid w:val="00924109"/>
    <w:rsid w:val="00924869"/>
    <w:rsid w:val="00924A55"/>
    <w:rsid w:val="00925BCE"/>
    <w:rsid w:val="009267DA"/>
    <w:rsid w:val="00927ECF"/>
    <w:rsid w:val="00930045"/>
    <w:rsid w:val="009308BF"/>
    <w:rsid w:val="00930921"/>
    <w:rsid w:val="009313FF"/>
    <w:rsid w:val="009326D0"/>
    <w:rsid w:val="0093307E"/>
    <w:rsid w:val="00933AD4"/>
    <w:rsid w:val="009343FE"/>
    <w:rsid w:val="009367E0"/>
    <w:rsid w:val="00937E83"/>
    <w:rsid w:val="0094037F"/>
    <w:rsid w:val="00940C94"/>
    <w:rsid w:val="009410F3"/>
    <w:rsid w:val="0094163C"/>
    <w:rsid w:val="00941C52"/>
    <w:rsid w:val="009421E1"/>
    <w:rsid w:val="00942E0A"/>
    <w:rsid w:val="009438C1"/>
    <w:rsid w:val="00943E62"/>
    <w:rsid w:val="009440A0"/>
    <w:rsid w:val="00944E57"/>
    <w:rsid w:val="00944EEE"/>
    <w:rsid w:val="00945210"/>
    <w:rsid w:val="00945B00"/>
    <w:rsid w:val="009460CC"/>
    <w:rsid w:val="009461FE"/>
    <w:rsid w:val="00946327"/>
    <w:rsid w:val="00946AEB"/>
    <w:rsid w:val="009505F4"/>
    <w:rsid w:val="009510E0"/>
    <w:rsid w:val="00951DC0"/>
    <w:rsid w:val="009524B3"/>
    <w:rsid w:val="009525A7"/>
    <w:rsid w:val="00952C29"/>
    <w:rsid w:val="00953414"/>
    <w:rsid w:val="00953716"/>
    <w:rsid w:val="00953C7C"/>
    <w:rsid w:val="00954269"/>
    <w:rsid w:val="00954530"/>
    <w:rsid w:val="0095558F"/>
    <w:rsid w:val="0095588D"/>
    <w:rsid w:val="009565B6"/>
    <w:rsid w:val="00957333"/>
    <w:rsid w:val="00957B8F"/>
    <w:rsid w:val="00960B16"/>
    <w:rsid w:val="009610A5"/>
    <w:rsid w:val="009622DF"/>
    <w:rsid w:val="00962B84"/>
    <w:rsid w:val="00963430"/>
    <w:rsid w:val="009638E8"/>
    <w:rsid w:val="009642A8"/>
    <w:rsid w:val="00964B32"/>
    <w:rsid w:val="00964FA4"/>
    <w:rsid w:val="0096531C"/>
    <w:rsid w:val="00966602"/>
    <w:rsid w:val="0096663D"/>
    <w:rsid w:val="00966ED9"/>
    <w:rsid w:val="009677D7"/>
    <w:rsid w:val="00967F78"/>
    <w:rsid w:val="009702A3"/>
    <w:rsid w:val="00971561"/>
    <w:rsid w:val="00971C77"/>
    <w:rsid w:val="00974188"/>
    <w:rsid w:val="009744E8"/>
    <w:rsid w:val="00974FFB"/>
    <w:rsid w:val="009758C8"/>
    <w:rsid w:val="00975E0B"/>
    <w:rsid w:val="00976B12"/>
    <w:rsid w:val="00976B92"/>
    <w:rsid w:val="00976BD7"/>
    <w:rsid w:val="00981410"/>
    <w:rsid w:val="0098176E"/>
    <w:rsid w:val="00981C84"/>
    <w:rsid w:val="0098244F"/>
    <w:rsid w:val="009845E5"/>
    <w:rsid w:val="00984DAC"/>
    <w:rsid w:val="00985040"/>
    <w:rsid w:val="00986259"/>
    <w:rsid w:val="0098749E"/>
    <w:rsid w:val="00987DA8"/>
    <w:rsid w:val="009917EA"/>
    <w:rsid w:val="0099267B"/>
    <w:rsid w:val="00992F53"/>
    <w:rsid w:val="00993C7A"/>
    <w:rsid w:val="0099440E"/>
    <w:rsid w:val="00994467"/>
    <w:rsid w:val="00994825"/>
    <w:rsid w:val="00994BAB"/>
    <w:rsid w:val="00994C0B"/>
    <w:rsid w:val="00995215"/>
    <w:rsid w:val="009958F6"/>
    <w:rsid w:val="00995E04"/>
    <w:rsid w:val="00995F4E"/>
    <w:rsid w:val="00996D18"/>
    <w:rsid w:val="00997046"/>
    <w:rsid w:val="009975EF"/>
    <w:rsid w:val="009A034B"/>
    <w:rsid w:val="009A0876"/>
    <w:rsid w:val="009A1A48"/>
    <w:rsid w:val="009A1B49"/>
    <w:rsid w:val="009A2C72"/>
    <w:rsid w:val="009A2EDC"/>
    <w:rsid w:val="009A31A7"/>
    <w:rsid w:val="009A3951"/>
    <w:rsid w:val="009A3DEE"/>
    <w:rsid w:val="009A4FD5"/>
    <w:rsid w:val="009A5A2A"/>
    <w:rsid w:val="009A5AC2"/>
    <w:rsid w:val="009A6077"/>
    <w:rsid w:val="009A6241"/>
    <w:rsid w:val="009A748A"/>
    <w:rsid w:val="009A7AC9"/>
    <w:rsid w:val="009B02A3"/>
    <w:rsid w:val="009B0A0D"/>
    <w:rsid w:val="009B0B37"/>
    <w:rsid w:val="009B1582"/>
    <w:rsid w:val="009B250A"/>
    <w:rsid w:val="009B2AA5"/>
    <w:rsid w:val="009B3A8A"/>
    <w:rsid w:val="009B51C3"/>
    <w:rsid w:val="009B59B6"/>
    <w:rsid w:val="009B73B3"/>
    <w:rsid w:val="009B7D8B"/>
    <w:rsid w:val="009C0131"/>
    <w:rsid w:val="009C01F8"/>
    <w:rsid w:val="009C0693"/>
    <w:rsid w:val="009C0822"/>
    <w:rsid w:val="009C0851"/>
    <w:rsid w:val="009C0980"/>
    <w:rsid w:val="009C1441"/>
    <w:rsid w:val="009C17F3"/>
    <w:rsid w:val="009C19C3"/>
    <w:rsid w:val="009C26DB"/>
    <w:rsid w:val="009C3202"/>
    <w:rsid w:val="009C3E82"/>
    <w:rsid w:val="009C5D6F"/>
    <w:rsid w:val="009C5E5A"/>
    <w:rsid w:val="009C633B"/>
    <w:rsid w:val="009C79C7"/>
    <w:rsid w:val="009C7A8F"/>
    <w:rsid w:val="009C7CF9"/>
    <w:rsid w:val="009D03FC"/>
    <w:rsid w:val="009D112D"/>
    <w:rsid w:val="009D18D6"/>
    <w:rsid w:val="009D1AEA"/>
    <w:rsid w:val="009D1D4E"/>
    <w:rsid w:val="009D2F07"/>
    <w:rsid w:val="009D36E4"/>
    <w:rsid w:val="009D3E62"/>
    <w:rsid w:val="009D5E24"/>
    <w:rsid w:val="009D7A86"/>
    <w:rsid w:val="009E03AD"/>
    <w:rsid w:val="009E0726"/>
    <w:rsid w:val="009E23F4"/>
    <w:rsid w:val="009E2A4F"/>
    <w:rsid w:val="009E2B37"/>
    <w:rsid w:val="009E2EB8"/>
    <w:rsid w:val="009E2FFD"/>
    <w:rsid w:val="009E30EB"/>
    <w:rsid w:val="009E32BB"/>
    <w:rsid w:val="009E41CC"/>
    <w:rsid w:val="009E4B0B"/>
    <w:rsid w:val="009E501D"/>
    <w:rsid w:val="009E6D81"/>
    <w:rsid w:val="009F070F"/>
    <w:rsid w:val="009F0AA7"/>
    <w:rsid w:val="009F0DE8"/>
    <w:rsid w:val="009F178B"/>
    <w:rsid w:val="009F236C"/>
    <w:rsid w:val="009F3251"/>
    <w:rsid w:val="009F401B"/>
    <w:rsid w:val="009F4FF0"/>
    <w:rsid w:val="009F5F05"/>
    <w:rsid w:val="009F6CA5"/>
    <w:rsid w:val="009F6EC6"/>
    <w:rsid w:val="009F7BC1"/>
    <w:rsid w:val="009F7CA9"/>
    <w:rsid w:val="00A017FE"/>
    <w:rsid w:val="00A02670"/>
    <w:rsid w:val="00A04198"/>
    <w:rsid w:val="00A0431C"/>
    <w:rsid w:val="00A046A2"/>
    <w:rsid w:val="00A046BB"/>
    <w:rsid w:val="00A04A88"/>
    <w:rsid w:val="00A04C1D"/>
    <w:rsid w:val="00A057FC"/>
    <w:rsid w:val="00A05ABB"/>
    <w:rsid w:val="00A06579"/>
    <w:rsid w:val="00A0732B"/>
    <w:rsid w:val="00A10ADF"/>
    <w:rsid w:val="00A11128"/>
    <w:rsid w:val="00A117F1"/>
    <w:rsid w:val="00A12513"/>
    <w:rsid w:val="00A12CA2"/>
    <w:rsid w:val="00A139A5"/>
    <w:rsid w:val="00A141FA"/>
    <w:rsid w:val="00A1434C"/>
    <w:rsid w:val="00A1584D"/>
    <w:rsid w:val="00A15BC8"/>
    <w:rsid w:val="00A162AE"/>
    <w:rsid w:val="00A16D61"/>
    <w:rsid w:val="00A17259"/>
    <w:rsid w:val="00A175A3"/>
    <w:rsid w:val="00A20947"/>
    <w:rsid w:val="00A228F8"/>
    <w:rsid w:val="00A229DC"/>
    <w:rsid w:val="00A22AB9"/>
    <w:rsid w:val="00A2368A"/>
    <w:rsid w:val="00A2376B"/>
    <w:rsid w:val="00A2443B"/>
    <w:rsid w:val="00A24A81"/>
    <w:rsid w:val="00A251F9"/>
    <w:rsid w:val="00A258F0"/>
    <w:rsid w:val="00A25C2F"/>
    <w:rsid w:val="00A270BD"/>
    <w:rsid w:val="00A27876"/>
    <w:rsid w:val="00A27DA1"/>
    <w:rsid w:val="00A30AFF"/>
    <w:rsid w:val="00A30D2A"/>
    <w:rsid w:val="00A31068"/>
    <w:rsid w:val="00A311FD"/>
    <w:rsid w:val="00A3171E"/>
    <w:rsid w:val="00A31763"/>
    <w:rsid w:val="00A31982"/>
    <w:rsid w:val="00A327A5"/>
    <w:rsid w:val="00A32979"/>
    <w:rsid w:val="00A33085"/>
    <w:rsid w:val="00A333F6"/>
    <w:rsid w:val="00A3392E"/>
    <w:rsid w:val="00A34837"/>
    <w:rsid w:val="00A34DB6"/>
    <w:rsid w:val="00A350E5"/>
    <w:rsid w:val="00A3517A"/>
    <w:rsid w:val="00A36B2B"/>
    <w:rsid w:val="00A36BAE"/>
    <w:rsid w:val="00A40647"/>
    <w:rsid w:val="00A40ADE"/>
    <w:rsid w:val="00A417AA"/>
    <w:rsid w:val="00A4216A"/>
    <w:rsid w:val="00A4257F"/>
    <w:rsid w:val="00A425D0"/>
    <w:rsid w:val="00A42CA4"/>
    <w:rsid w:val="00A42E6D"/>
    <w:rsid w:val="00A4341C"/>
    <w:rsid w:val="00A43486"/>
    <w:rsid w:val="00A43A37"/>
    <w:rsid w:val="00A446B1"/>
    <w:rsid w:val="00A44A74"/>
    <w:rsid w:val="00A462F5"/>
    <w:rsid w:val="00A466AA"/>
    <w:rsid w:val="00A46D2F"/>
    <w:rsid w:val="00A4726A"/>
    <w:rsid w:val="00A5012E"/>
    <w:rsid w:val="00A50C2F"/>
    <w:rsid w:val="00A50CE3"/>
    <w:rsid w:val="00A50FEE"/>
    <w:rsid w:val="00A51153"/>
    <w:rsid w:val="00A52888"/>
    <w:rsid w:val="00A5289C"/>
    <w:rsid w:val="00A52980"/>
    <w:rsid w:val="00A52B42"/>
    <w:rsid w:val="00A52B6C"/>
    <w:rsid w:val="00A52BCA"/>
    <w:rsid w:val="00A53762"/>
    <w:rsid w:val="00A54DB3"/>
    <w:rsid w:val="00A553A8"/>
    <w:rsid w:val="00A55DED"/>
    <w:rsid w:val="00A56DE7"/>
    <w:rsid w:val="00A60020"/>
    <w:rsid w:val="00A608E9"/>
    <w:rsid w:val="00A614F1"/>
    <w:rsid w:val="00A61993"/>
    <w:rsid w:val="00A6200F"/>
    <w:rsid w:val="00A620B4"/>
    <w:rsid w:val="00A64136"/>
    <w:rsid w:val="00A643E8"/>
    <w:rsid w:val="00A64466"/>
    <w:rsid w:val="00A646ED"/>
    <w:rsid w:val="00A64D0C"/>
    <w:rsid w:val="00A654EB"/>
    <w:rsid w:val="00A6591E"/>
    <w:rsid w:val="00A66107"/>
    <w:rsid w:val="00A678C3"/>
    <w:rsid w:val="00A70B3B"/>
    <w:rsid w:val="00A71D63"/>
    <w:rsid w:val="00A71F43"/>
    <w:rsid w:val="00A71FF9"/>
    <w:rsid w:val="00A72247"/>
    <w:rsid w:val="00A72277"/>
    <w:rsid w:val="00A7262D"/>
    <w:rsid w:val="00A727F0"/>
    <w:rsid w:val="00A72ECA"/>
    <w:rsid w:val="00A736A9"/>
    <w:rsid w:val="00A73F0B"/>
    <w:rsid w:val="00A7404D"/>
    <w:rsid w:val="00A7499A"/>
    <w:rsid w:val="00A74F91"/>
    <w:rsid w:val="00A750EB"/>
    <w:rsid w:val="00A75736"/>
    <w:rsid w:val="00A758B3"/>
    <w:rsid w:val="00A76453"/>
    <w:rsid w:val="00A77453"/>
    <w:rsid w:val="00A81207"/>
    <w:rsid w:val="00A81719"/>
    <w:rsid w:val="00A81A31"/>
    <w:rsid w:val="00A8209C"/>
    <w:rsid w:val="00A821BA"/>
    <w:rsid w:val="00A82BE2"/>
    <w:rsid w:val="00A83BA0"/>
    <w:rsid w:val="00A83D9D"/>
    <w:rsid w:val="00A83E6E"/>
    <w:rsid w:val="00A84204"/>
    <w:rsid w:val="00A8529A"/>
    <w:rsid w:val="00A85443"/>
    <w:rsid w:val="00A86CE3"/>
    <w:rsid w:val="00A8769F"/>
    <w:rsid w:val="00A9017A"/>
    <w:rsid w:val="00A901EE"/>
    <w:rsid w:val="00A90B0D"/>
    <w:rsid w:val="00A91493"/>
    <w:rsid w:val="00A92025"/>
    <w:rsid w:val="00A92929"/>
    <w:rsid w:val="00A929B4"/>
    <w:rsid w:val="00A93314"/>
    <w:rsid w:val="00A9389E"/>
    <w:rsid w:val="00A939BD"/>
    <w:rsid w:val="00A93B89"/>
    <w:rsid w:val="00A94283"/>
    <w:rsid w:val="00A94E35"/>
    <w:rsid w:val="00A9564A"/>
    <w:rsid w:val="00A9595C"/>
    <w:rsid w:val="00A961AE"/>
    <w:rsid w:val="00A96669"/>
    <w:rsid w:val="00A96B28"/>
    <w:rsid w:val="00AA02DB"/>
    <w:rsid w:val="00AA07E8"/>
    <w:rsid w:val="00AA1A11"/>
    <w:rsid w:val="00AA1EB6"/>
    <w:rsid w:val="00AA2509"/>
    <w:rsid w:val="00AA2557"/>
    <w:rsid w:val="00AA26CA"/>
    <w:rsid w:val="00AA3D05"/>
    <w:rsid w:val="00AA556E"/>
    <w:rsid w:val="00AA5F99"/>
    <w:rsid w:val="00AA7163"/>
    <w:rsid w:val="00AA7A8E"/>
    <w:rsid w:val="00AA7F2D"/>
    <w:rsid w:val="00AA7F55"/>
    <w:rsid w:val="00AB08DE"/>
    <w:rsid w:val="00AB0F34"/>
    <w:rsid w:val="00AB136D"/>
    <w:rsid w:val="00AB1D4D"/>
    <w:rsid w:val="00AB21C6"/>
    <w:rsid w:val="00AB2780"/>
    <w:rsid w:val="00AB2B56"/>
    <w:rsid w:val="00AB3DDB"/>
    <w:rsid w:val="00AB42C2"/>
    <w:rsid w:val="00AB4F63"/>
    <w:rsid w:val="00AB5166"/>
    <w:rsid w:val="00AB5580"/>
    <w:rsid w:val="00AB5893"/>
    <w:rsid w:val="00AB6FE0"/>
    <w:rsid w:val="00AB7EF4"/>
    <w:rsid w:val="00AC03E9"/>
    <w:rsid w:val="00AC092D"/>
    <w:rsid w:val="00AC0B27"/>
    <w:rsid w:val="00AC0EBA"/>
    <w:rsid w:val="00AC2106"/>
    <w:rsid w:val="00AC2213"/>
    <w:rsid w:val="00AC223B"/>
    <w:rsid w:val="00AC2937"/>
    <w:rsid w:val="00AC2B84"/>
    <w:rsid w:val="00AC30E8"/>
    <w:rsid w:val="00AC44FE"/>
    <w:rsid w:val="00AC47C9"/>
    <w:rsid w:val="00AC521B"/>
    <w:rsid w:val="00AC5438"/>
    <w:rsid w:val="00AC54C3"/>
    <w:rsid w:val="00AC558B"/>
    <w:rsid w:val="00AC58C8"/>
    <w:rsid w:val="00AC5AD4"/>
    <w:rsid w:val="00AC692B"/>
    <w:rsid w:val="00AD015A"/>
    <w:rsid w:val="00AD0653"/>
    <w:rsid w:val="00AD1250"/>
    <w:rsid w:val="00AD15D5"/>
    <w:rsid w:val="00AD1812"/>
    <w:rsid w:val="00AD29EC"/>
    <w:rsid w:val="00AD3273"/>
    <w:rsid w:val="00AD3338"/>
    <w:rsid w:val="00AD6018"/>
    <w:rsid w:val="00AD7234"/>
    <w:rsid w:val="00AE0253"/>
    <w:rsid w:val="00AE0FDB"/>
    <w:rsid w:val="00AE1052"/>
    <w:rsid w:val="00AE1895"/>
    <w:rsid w:val="00AE20A8"/>
    <w:rsid w:val="00AE3050"/>
    <w:rsid w:val="00AE3954"/>
    <w:rsid w:val="00AE40D8"/>
    <w:rsid w:val="00AE4728"/>
    <w:rsid w:val="00AE59CD"/>
    <w:rsid w:val="00AE5B8E"/>
    <w:rsid w:val="00AE6306"/>
    <w:rsid w:val="00AE64B4"/>
    <w:rsid w:val="00AE6D8D"/>
    <w:rsid w:val="00AE7178"/>
    <w:rsid w:val="00AE7434"/>
    <w:rsid w:val="00AF0570"/>
    <w:rsid w:val="00AF0C89"/>
    <w:rsid w:val="00AF14AB"/>
    <w:rsid w:val="00AF287E"/>
    <w:rsid w:val="00AF39C0"/>
    <w:rsid w:val="00AF3B44"/>
    <w:rsid w:val="00AF4D96"/>
    <w:rsid w:val="00AF4EBF"/>
    <w:rsid w:val="00AF507B"/>
    <w:rsid w:val="00AF52EA"/>
    <w:rsid w:val="00AF5901"/>
    <w:rsid w:val="00AF5B5C"/>
    <w:rsid w:val="00AF7FD3"/>
    <w:rsid w:val="00B00229"/>
    <w:rsid w:val="00B002DC"/>
    <w:rsid w:val="00B008E1"/>
    <w:rsid w:val="00B024BF"/>
    <w:rsid w:val="00B030E4"/>
    <w:rsid w:val="00B03311"/>
    <w:rsid w:val="00B03995"/>
    <w:rsid w:val="00B03CF2"/>
    <w:rsid w:val="00B06024"/>
    <w:rsid w:val="00B0647D"/>
    <w:rsid w:val="00B06D92"/>
    <w:rsid w:val="00B07327"/>
    <w:rsid w:val="00B07DC2"/>
    <w:rsid w:val="00B1050F"/>
    <w:rsid w:val="00B1073A"/>
    <w:rsid w:val="00B107D8"/>
    <w:rsid w:val="00B10905"/>
    <w:rsid w:val="00B10C9C"/>
    <w:rsid w:val="00B118D2"/>
    <w:rsid w:val="00B127E2"/>
    <w:rsid w:val="00B12DF7"/>
    <w:rsid w:val="00B13B54"/>
    <w:rsid w:val="00B13D24"/>
    <w:rsid w:val="00B14479"/>
    <w:rsid w:val="00B14801"/>
    <w:rsid w:val="00B14EAA"/>
    <w:rsid w:val="00B15B0E"/>
    <w:rsid w:val="00B15EF9"/>
    <w:rsid w:val="00B16239"/>
    <w:rsid w:val="00B1663D"/>
    <w:rsid w:val="00B16F45"/>
    <w:rsid w:val="00B16FAF"/>
    <w:rsid w:val="00B1777E"/>
    <w:rsid w:val="00B20694"/>
    <w:rsid w:val="00B20BE8"/>
    <w:rsid w:val="00B2100A"/>
    <w:rsid w:val="00B219C9"/>
    <w:rsid w:val="00B21A76"/>
    <w:rsid w:val="00B21D0F"/>
    <w:rsid w:val="00B22B14"/>
    <w:rsid w:val="00B22EFC"/>
    <w:rsid w:val="00B23401"/>
    <w:rsid w:val="00B23525"/>
    <w:rsid w:val="00B236BC"/>
    <w:rsid w:val="00B23BB1"/>
    <w:rsid w:val="00B24AA8"/>
    <w:rsid w:val="00B24DAA"/>
    <w:rsid w:val="00B25236"/>
    <w:rsid w:val="00B25568"/>
    <w:rsid w:val="00B25DCC"/>
    <w:rsid w:val="00B278BA"/>
    <w:rsid w:val="00B27C2F"/>
    <w:rsid w:val="00B31FE2"/>
    <w:rsid w:val="00B32EC3"/>
    <w:rsid w:val="00B3427B"/>
    <w:rsid w:val="00B343FF"/>
    <w:rsid w:val="00B35533"/>
    <w:rsid w:val="00B355C8"/>
    <w:rsid w:val="00B35A7A"/>
    <w:rsid w:val="00B3764E"/>
    <w:rsid w:val="00B376A6"/>
    <w:rsid w:val="00B404D2"/>
    <w:rsid w:val="00B4051E"/>
    <w:rsid w:val="00B40594"/>
    <w:rsid w:val="00B40D64"/>
    <w:rsid w:val="00B428B9"/>
    <w:rsid w:val="00B4313D"/>
    <w:rsid w:val="00B43CFB"/>
    <w:rsid w:val="00B43F8F"/>
    <w:rsid w:val="00B441F5"/>
    <w:rsid w:val="00B44D8C"/>
    <w:rsid w:val="00B44EBC"/>
    <w:rsid w:val="00B45122"/>
    <w:rsid w:val="00B462CC"/>
    <w:rsid w:val="00B47598"/>
    <w:rsid w:val="00B47E3D"/>
    <w:rsid w:val="00B50277"/>
    <w:rsid w:val="00B50370"/>
    <w:rsid w:val="00B50476"/>
    <w:rsid w:val="00B51EC2"/>
    <w:rsid w:val="00B53493"/>
    <w:rsid w:val="00B53ADF"/>
    <w:rsid w:val="00B54B6C"/>
    <w:rsid w:val="00B54E41"/>
    <w:rsid w:val="00B553F7"/>
    <w:rsid w:val="00B56A86"/>
    <w:rsid w:val="00B5703A"/>
    <w:rsid w:val="00B57E7A"/>
    <w:rsid w:val="00B6063E"/>
    <w:rsid w:val="00B60F87"/>
    <w:rsid w:val="00B6144B"/>
    <w:rsid w:val="00B6207B"/>
    <w:rsid w:val="00B6220B"/>
    <w:rsid w:val="00B62285"/>
    <w:rsid w:val="00B62734"/>
    <w:rsid w:val="00B62CE5"/>
    <w:rsid w:val="00B6358E"/>
    <w:rsid w:val="00B63F23"/>
    <w:rsid w:val="00B649C6"/>
    <w:rsid w:val="00B64BE8"/>
    <w:rsid w:val="00B65EF2"/>
    <w:rsid w:val="00B6615F"/>
    <w:rsid w:val="00B66FD8"/>
    <w:rsid w:val="00B67B4E"/>
    <w:rsid w:val="00B715C9"/>
    <w:rsid w:val="00B7173C"/>
    <w:rsid w:val="00B72AAF"/>
    <w:rsid w:val="00B73C06"/>
    <w:rsid w:val="00B743E8"/>
    <w:rsid w:val="00B74E57"/>
    <w:rsid w:val="00B74F46"/>
    <w:rsid w:val="00B75D14"/>
    <w:rsid w:val="00B75F7B"/>
    <w:rsid w:val="00B76291"/>
    <w:rsid w:val="00B77406"/>
    <w:rsid w:val="00B7776B"/>
    <w:rsid w:val="00B77E38"/>
    <w:rsid w:val="00B8026B"/>
    <w:rsid w:val="00B8153F"/>
    <w:rsid w:val="00B81E8E"/>
    <w:rsid w:val="00B81F13"/>
    <w:rsid w:val="00B8227F"/>
    <w:rsid w:val="00B83265"/>
    <w:rsid w:val="00B843DE"/>
    <w:rsid w:val="00B8440E"/>
    <w:rsid w:val="00B858A7"/>
    <w:rsid w:val="00B86189"/>
    <w:rsid w:val="00B86660"/>
    <w:rsid w:val="00B86A4D"/>
    <w:rsid w:val="00B86DC9"/>
    <w:rsid w:val="00B87DD8"/>
    <w:rsid w:val="00B87FE6"/>
    <w:rsid w:val="00B9060F"/>
    <w:rsid w:val="00B90C6A"/>
    <w:rsid w:val="00B90D05"/>
    <w:rsid w:val="00B9104A"/>
    <w:rsid w:val="00B918F9"/>
    <w:rsid w:val="00B91BB9"/>
    <w:rsid w:val="00B91BFE"/>
    <w:rsid w:val="00B91E13"/>
    <w:rsid w:val="00B9203F"/>
    <w:rsid w:val="00B920C8"/>
    <w:rsid w:val="00B923DE"/>
    <w:rsid w:val="00B92B19"/>
    <w:rsid w:val="00B931DB"/>
    <w:rsid w:val="00B93DEB"/>
    <w:rsid w:val="00B9454F"/>
    <w:rsid w:val="00B95B21"/>
    <w:rsid w:val="00B962E4"/>
    <w:rsid w:val="00B96A9D"/>
    <w:rsid w:val="00B96CA4"/>
    <w:rsid w:val="00B96F83"/>
    <w:rsid w:val="00B9757A"/>
    <w:rsid w:val="00B97BE7"/>
    <w:rsid w:val="00B97DD2"/>
    <w:rsid w:val="00BA0402"/>
    <w:rsid w:val="00BA05AB"/>
    <w:rsid w:val="00BA05EA"/>
    <w:rsid w:val="00BA13B8"/>
    <w:rsid w:val="00BA1FD3"/>
    <w:rsid w:val="00BA2081"/>
    <w:rsid w:val="00BA2E2C"/>
    <w:rsid w:val="00BA32E8"/>
    <w:rsid w:val="00BA34D3"/>
    <w:rsid w:val="00BA3A56"/>
    <w:rsid w:val="00BA3D01"/>
    <w:rsid w:val="00BA3E68"/>
    <w:rsid w:val="00BA44AC"/>
    <w:rsid w:val="00BA4F73"/>
    <w:rsid w:val="00BA5000"/>
    <w:rsid w:val="00BA50F5"/>
    <w:rsid w:val="00BA51F8"/>
    <w:rsid w:val="00BA54D0"/>
    <w:rsid w:val="00BA59F8"/>
    <w:rsid w:val="00BA6383"/>
    <w:rsid w:val="00BA6ACD"/>
    <w:rsid w:val="00BA7080"/>
    <w:rsid w:val="00BA757B"/>
    <w:rsid w:val="00BA7797"/>
    <w:rsid w:val="00BA7953"/>
    <w:rsid w:val="00BB0128"/>
    <w:rsid w:val="00BB020D"/>
    <w:rsid w:val="00BB0597"/>
    <w:rsid w:val="00BB082F"/>
    <w:rsid w:val="00BB1835"/>
    <w:rsid w:val="00BB2069"/>
    <w:rsid w:val="00BB22BC"/>
    <w:rsid w:val="00BB2F67"/>
    <w:rsid w:val="00BB3163"/>
    <w:rsid w:val="00BB34F1"/>
    <w:rsid w:val="00BB3F56"/>
    <w:rsid w:val="00BB4C3F"/>
    <w:rsid w:val="00BB540B"/>
    <w:rsid w:val="00BB551C"/>
    <w:rsid w:val="00BB5994"/>
    <w:rsid w:val="00BB5B49"/>
    <w:rsid w:val="00BB5DB1"/>
    <w:rsid w:val="00BB70D7"/>
    <w:rsid w:val="00BB75A2"/>
    <w:rsid w:val="00BC10EC"/>
    <w:rsid w:val="00BC15DE"/>
    <w:rsid w:val="00BC1E6A"/>
    <w:rsid w:val="00BC26B0"/>
    <w:rsid w:val="00BC2860"/>
    <w:rsid w:val="00BC2E95"/>
    <w:rsid w:val="00BC2FA7"/>
    <w:rsid w:val="00BC32A2"/>
    <w:rsid w:val="00BC3A68"/>
    <w:rsid w:val="00BC3F32"/>
    <w:rsid w:val="00BC4F01"/>
    <w:rsid w:val="00BC561C"/>
    <w:rsid w:val="00BC5946"/>
    <w:rsid w:val="00BC6371"/>
    <w:rsid w:val="00BC6AE6"/>
    <w:rsid w:val="00BC6F76"/>
    <w:rsid w:val="00BC77FE"/>
    <w:rsid w:val="00BC7FAE"/>
    <w:rsid w:val="00BD0429"/>
    <w:rsid w:val="00BD2307"/>
    <w:rsid w:val="00BD2600"/>
    <w:rsid w:val="00BD2772"/>
    <w:rsid w:val="00BD283C"/>
    <w:rsid w:val="00BD28DE"/>
    <w:rsid w:val="00BD2A30"/>
    <w:rsid w:val="00BD2DCF"/>
    <w:rsid w:val="00BD2EC7"/>
    <w:rsid w:val="00BD363E"/>
    <w:rsid w:val="00BD3728"/>
    <w:rsid w:val="00BD574C"/>
    <w:rsid w:val="00BD594E"/>
    <w:rsid w:val="00BD5AF4"/>
    <w:rsid w:val="00BD5B7D"/>
    <w:rsid w:val="00BD62B4"/>
    <w:rsid w:val="00BD6401"/>
    <w:rsid w:val="00BD6D94"/>
    <w:rsid w:val="00BD75B8"/>
    <w:rsid w:val="00BD7A24"/>
    <w:rsid w:val="00BD7D99"/>
    <w:rsid w:val="00BE020D"/>
    <w:rsid w:val="00BE04D6"/>
    <w:rsid w:val="00BE0596"/>
    <w:rsid w:val="00BE0B97"/>
    <w:rsid w:val="00BE0E7F"/>
    <w:rsid w:val="00BE23C7"/>
    <w:rsid w:val="00BE34C0"/>
    <w:rsid w:val="00BE3BCD"/>
    <w:rsid w:val="00BE533D"/>
    <w:rsid w:val="00BE5EB5"/>
    <w:rsid w:val="00BE6053"/>
    <w:rsid w:val="00BE61AD"/>
    <w:rsid w:val="00BF0074"/>
    <w:rsid w:val="00BF0929"/>
    <w:rsid w:val="00BF0E13"/>
    <w:rsid w:val="00BF0EB7"/>
    <w:rsid w:val="00BF11B9"/>
    <w:rsid w:val="00BF1236"/>
    <w:rsid w:val="00BF179A"/>
    <w:rsid w:val="00BF22B3"/>
    <w:rsid w:val="00BF2333"/>
    <w:rsid w:val="00BF2920"/>
    <w:rsid w:val="00BF2B0C"/>
    <w:rsid w:val="00BF3BD8"/>
    <w:rsid w:val="00BF3BF0"/>
    <w:rsid w:val="00BF4827"/>
    <w:rsid w:val="00BF547D"/>
    <w:rsid w:val="00BF5CBB"/>
    <w:rsid w:val="00BF5DB7"/>
    <w:rsid w:val="00BF5F75"/>
    <w:rsid w:val="00BF65D8"/>
    <w:rsid w:val="00BF6E2A"/>
    <w:rsid w:val="00BF784F"/>
    <w:rsid w:val="00BF7CBD"/>
    <w:rsid w:val="00BF7F06"/>
    <w:rsid w:val="00C01426"/>
    <w:rsid w:val="00C018B2"/>
    <w:rsid w:val="00C0204B"/>
    <w:rsid w:val="00C0288C"/>
    <w:rsid w:val="00C02CAF"/>
    <w:rsid w:val="00C02E0A"/>
    <w:rsid w:val="00C02FEE"/>
    <w:rsid w:val="00C036F0"/>
    <w:rsid w:val="00C03748"/>
    <w:rsid w:val="00C03980"/>
    <w:rsid w:val="00C03AF4"/>
    <w:rsid w:val="00C04B0F"/>
    <w:rsid w:val="00C04C8A"/>
    <w:rsid w:val="00C05AE4"/>
    <w:rsid w:val="00C05D22"/>
    <w:rsid w:val="00C062A0"/>
    <w:rsid w:val="00C06973"/>
    <w:rsid w:val="00C06A36"/>
    <w:rsid w:val="00C06DDA"/>
    <w:rsid w:val="00C100C5"/>
    <w:rsid w:val="00C11186"/>
    <w:rsid w:val="00C1153D"/>
    <w:rsid w:val="00C12175"/>
    <w:rsid w:val="00C12645"/>
    <w:rsid w:val="00C12AB2"/>
    <w:rsid w:val="00C137C9"/>
    <w:rsid w:val="00C13A9C"/>
    <w:rsid w:val="00C14432"/>
    <w:rsid w:val="00C156AF"/>
    <w:rsid w:val="00C15ABC"/>
    <w:rsid w:val="00C15C5E"/>
    <w:rsid w:val="00C15E4D"/>
    <w:rsid w:val="00C166F9"/>
    <w:rsid w:val="00C1721C"/>
    <w:rsid w:val="00C17913"/>
    <w:rsid w:val="00C17D51"/>
    <w:rsid w:val="00C17E6D"/>
    <w:rsid w:val="00C20262"/>
    <w:rsid w:val="00C203A4"/>
    <w:rsid w:val="00C2069D"/>
    <w:rsid w:val="00C20AE8"/>
    <w:rsid w:val="00C210F1"/>
    <w:rsid w:val="00C215B7"/>
    <w:rsid w:val="00C21D34"/>
    <w:rsid w:val="00C220FC"/>
    <w:rsid w:val="00C225CB"/>
    <w:rsid w:val="00C22E12"/>
    <w:rsid w:val="00C2327E"/>
    <w:rsid w:val="00C23D40"/>
    <w:rsid w:val="00C24081"/>
    <w:rsid w:val="00C252C4"/>
    <w:rsid w:val="00C25C82"/>
    <w:rsid w:val="00C26B00"/>
    <w:rsid w:val="00C273FF"/>
    <w:rsid w:val="00C2753B"/>
    <w:rsid w:val="00C27C39"/>
    <w:rsid w:val="00C30C66"/>
    <w:rsid w:val="00C30E87"/>
    <w:rsid w:val="00C315E3"/>
    <w:rsid w:val="00C31911"/>
    <w:rsid w:val="00C321BC"/>
    <w:rsid w:val="00C3228B"/>
    <w:rsid w:val="00C32700"/>
    <w:rsid w:val="00C32A76"/>
    <w:rsid w:val="00C32E61"/>
    <w:rsid w:val="00C350C9"/>
    <w:rsid w:val="00C35432"/>
    <w:rsid w:val="00C35623"/>
    <w:rsid w:val="00C35922"/>
    <w:rsid w:val="00C35B3E"/>
    <w:rsid w:val="00C361B7"/>
    <w:rsid w:val="00C3622D"/>
    <w:rsid w:val="00C36598"/>
    <w:rsid w:val="00C3767D"/>
    <w:rsid w:val="00C37FD5"/>
    <w:rsid w:val="00C4020C"/>
    <w:rsid w:val="00C40A85"/>
    <w:rsid w:val="00C414DF"/>
    <w:rsid w:val="00C438AC"/>
    <w:rsid w:val="00C4433C"/>
    <w:rsid w:val="00C44A4F"/>
    <w:rsid w:val="00C456E0"/>
    <w:rsid w:val="00C45B02"/>
    <w:rsid w:val="00C4608C"/>
    <w:rsid w:val="00C46327"/>
    <w:rsid w:val="00C469B5"/>
    <w:rsid w:val="00C47246"/>
    <w:rsid w:val="00C47BF6"/>
    <w:rsid w:val="00C47EBF"/>
    <w:rsid w:val="00C500FB"/>
    <w:rsid w:val="00C50CD8"/>
    <w:rsid w:val="00C514C3"/>
    <w:rsid w:val="00C5174A"/>
    <w:rsid w:val="00C531F9"/>
    <w:rsid w:val="00C53B5D"/>
    <w:rsid w:val="00C55AA6"/>
    <w:rsid w:val="00C569FC"/>
    <w:rsid w:val="00C56A7A"/>
    <w:rsid w:val="00C56AB3"/>
    <w:rsid w:val="00C56D9B"/>
    <w:rsid w:val="00C56DF0"/>
    <w:rsid w:val="00C56F3F"/>
    <w:rsid w:val="00C57406"/>
    <w:rsid w:val="00C57B08"/>
    <w:rsid w:val="00C6088E"/>
    <w:rsid w:val="00C60A84"/>
    <w:rsid w:val="00C60FCC"/>
    <w:rsid w:val="00C60FF3"/>
    <w:rsid w:val="00C6144D"/>
    <w:rsid w:val="00C62DF4"/>
    <w:rsid w:val="00C63681"/>
    <w:rsid w:val="00C636A2"/>
    <w:rsid w:val="00C636D5"/>
    <w:rsid w:val="00C65966"/>
    <w:rsid w:val="00C65BF3"/>
    <w:rsid w:val="00C66CDB"/>
    <w:rsid w:val="00C67F1D"/>
    <w:rsid w:val="00C67F89"/>
    <w:rsid w:val="00C70070"/>
    <w:rsid w:val="00C70D87"/>
    <w:rsid w:val="00C71017"/>
    <w:rsid w:val="00C71CF0"/>
    <w:rsid w:val="00C72B1F"/>
    <w:rsid w:val="00C72B66"/>
    <w:rsid w:val="00C73055"/>
    <w:rsid w:val="00C73184"/>
    <w:rsid w:val="00C74991"/>
    <w:rsid w:val="00C7691D"/>
    <w:rsid w:val="00C779D3"/>
    <w:rsid w:val="00C809B9"/>
    <w:rsid w:val="00C8146C"/>
    <w:rsid w:val="00C8196A"/>
    <w:rsid w:val="00C828AE"/>
    <w:rsid w:val="00C82A22"/>
    <w:rsid w:val="00C834AC"/>
    <w:rsid w:val="00C838F8"/>
    <w:rsid w:val="00C84640"/>
    <w:rsid w:val="00C84E03"/>
    <w:rsid w:val="00C8500D"/>
    <w:rsid w:val="00C8546D"/>
    <w:rsid w:val="00C85925"/>
    <w:rsid w:val="00C85C2E"/>
    <w:rsid w:val="00C860CF"/>
    <w:rsid w:val="00C909B9"/>
    <w:rsid w:val="00C90FB5"/>
    <w:rsid w:val="00C92677"/>
    <w:rsid w:val="00C928D7"/>
    <w:rsid w:val="00C92E94"/>
    <w:rsid w:val="00C93267"/>
    <w:rsid w:val="00C94434"/>
    <w:rsid w:val="00C94F0C"/>
    <w:rsid w:val="00C953D5"/>
    <w:rsid w:val="00C9545D"/>
    <w:rsid w:val="00C9554C"/>
    <w:rsid w:val="00C9661E"/>
    <w:rsid w:val="00C966A7"/>
    <w:rsid w:val="00C968B6"/>
    <w:rsid w:val="00C96AD0"/>
    <w:rsid w:val="00C96CE3"/>
    <w:rsid w:val="00C96E75"/>
    <w:rsid w:val="00CA0612"/>
    <w:rsid w:val="00CA11C4"/>
    <w:rsid w:val="00CA1FD6"/>
    <w:rsid w:val="00CA2B77"/>
    <w:rsid w:val="00CA2F0E"/>
    <w:rsid w:val="00CA31D3"/>
    <w:rsid w:val="00CA359A"/>
    <w:rsid w:val="00CA3B81"/>
    <w:rsid w:val="00CA448F"/>
    <w:rsid w:val="00CA5B97"/>
    <w:rsid w:val="00CA5EC6"/>
    <w:rsid w:val="00CA69AB"/>
    <w:rsid w:val="00CA714E"/>
    <w:rsid w:val="00CA7ECD"/>
    <w:rsid w:val="00CB047C"/>
    <w:rsid w:val="00CB0ED5"/>
    <w:rsid w:val="00CB16A2"/>
    <w:rsid w:val="00CB16E2"/>
    <w:rsid w:val="00CB25B6"/>
    <w:rsid w:val="00CB3187"/>
    <w:rsid w:val="00CB3423"/>
    <w:rsid w:val="00CB3495"/>
    <w:rsid w:val="00CB4650"/>
    <w:rsid w:val="00CB4CD3"/>
    <w:rsid w:val="00CB5BCB"/>
    <w:rsid w:val="00CB5D22"/>
    <w:rsid w:val="00CB72C3"/>
    <w:rsid w:val="00CB7F5E"/>
    <w:rsid w:val="00CB7F7A"/>
    <w:rsid w:val="00CC1181"/>
    <w:rsid w:val="00CC1615"/>
    <w:rsid w:val="00CC1AF3"/>
    <w:rsid w:val="00CC1BE7"/>
    <w:rsid w:val="00CC1DB4"/>
    <w:rsid w:val="00CC1E3A"/>
    <w:rsid w:val="00CC27CF"/>
    <w:rsid w:val="00CC29F5"/>
    <w:rsid w:val="00CC323F"/>
    <w:rsid w:val="00CC3260"/>
    <w:rsid w:val="00CC35F0"/>
    <w:rsid w:val="00CC4666"/>
    <w:rsid w:val="00CC51C7"/>
    <w:rsid w:val="00CC5A9B"/>
    <w:rsid w:val="00CC5BF4"/>
    <w:rsid w:val="00CC6121"/>
    <w:rsid w:val="00CC658B"/>
    <w:rsid w:val="00CC6930"/>
    <w:rsid w:val="00CC6AD5"/>
    <w:rsid w:val="00CC73A7"/>
    <w:rsid w:val="00CC7639"/>
    <w:rsid w:val="00CC7F42"/>
    <w:rsid w:val="00CD077A"/>
    <w:rsid w:val="00CD0D09"/>
    <w:rsid w:val="00CD11FD"/>
    <w:rsid w:val="00CD141F"/>
    <w:rsid w:val="00CD22F4"/>
    <w:rsid w:val="00CD259C"/>
    <w:rsid w:val="00CD2BB6"/>
    <w:rsid w:val="00CD3735"/>
    <w:rsid w:val="00CD552A"/>
    <w:rsid w:val="00CD59EB"/>
    <w:rsid w:val="00CD5B1C"/>
    <w:rsid w:val="00CD6065"/>
    <w:rsid w:val="00CD659D"/>
    <w:rsid w:val="00CD69F9"/>
    <w:rsid w:val="00CD7CC9"/>
    <w:rsid w:val="00CD7CE5"/>
    <w:rsid w:val="00CE05DC"/>
    <w:rsid w:val="00CE0CD3"/>
    <w:rsid w:val="00CE1317"/>
    <w:rsid w:val="00CE2175"/>
    <w:rsid w:val="00CE21EE"/>
    <w:rsid w:val="00CE2D38"/>
    <w:rsid w:val="00CE38DD"/>
    <w:rsid w:val="00CE3BC9"/>
    <w:rsid w:val="00CE41E4"/>
    <w:rsid w:val="00CE4614"/>
    <w:rsid w:val="00CE4804"/>
    <w:rsid w:val="00CE4F97"/>
    <w:rsid w:val="00CE5A4C"/>
    <w:rsid w:val="00CE5CAB"/>
    <w:rsid w:val="00CE63B1"/>
    <w:rsid w:val="00CE6A4B"/>
    <w:rsid w:val="00CE6F8B"/>
    <w:rsid w:val="00CF056D"/>
    <w:rsid w:val="00CF13FB"/>
    <w:rsid w:val="00CF17D1"/>
    <w:rsid w:val="00CF1A2D"/>
    <w:rsid w:val="00CF1DFD"/>
    <w:rsid w:val="00CF21EC"/>
    <w:rsid w:val="00CF2336"/>
    <w:rsid w:val="00CF2515"/>
    <w:rsid w:val="00CF2E21"/>
    <w:rsid w:val="00CF2E3B"/>
    <w:rsid w:val="00CF2E3C"/>
    <w:rsid w:val="00CF393C"/>
    <w:rsid w:val="00CF3981"/>
    <w:rsid w:val="00CF3A36"/>
    <w:rsid w:val="00CF3B41"/>
    <w:rsid w:val="00CF3D1D"/>
    <w:rsid w:val="00CF4041"/>
    <w:rsid w:val="00CF4213"/>
    <w:rsid w:val="00CF4AD7"/>
    <w:rsid w:val="00CF503C"/>
    <w:rsid w:val="00CF52F3"/>
    <w:rsid w:val="00CF6F94"/>
    <w:rsid w:val="00CF711C"/>
    <w:rsid w:val="00CF7303"/>
    <w:rsid w:val="00CF7458"/>
    <w:rsid w:val="00CF7C54"/>
    <w:rsid w:val="00D0060B"/>
    <w:rsid w:val="00D01B20"/>
    <w:rsid w:val="00D028DE"/>
    <w:rsid w:val="00D02EA6"/>
    <w:rsid w:val="00D02F73"/>
    <w:rsid w:val="00D0332E"/>
    <w:rsid w:val="00D03CF7"/>
    <w:rsid w:val="00D04A35"/>
    <w:rsid w:val="00D04C04"/>
    <w:rsid w:val="00D04D10"/>
    <w:rsid w:val="00D050AC"/>
    <w:rsid w:val="00D0568C"/>
    <w:rsid w:val="00D05F52"/>
    <w:rsid w:val="00D06CAC"/>
    <w:rsid w:val="00D06CB9"/>
    <w:rsid w:val="00D07643"/>
    <w:rsid w:val="00D07A1B"/>
    <w:rsid w:val="00D07D4C"/>
    <w:rsid w:val="00D12FAB"/>
    <w:rsid w:val="00D13630"/>
    <w:rsid w:val="00D14096"/>
    <w:rsid w:val="00D150D0"/>
    <w:rsid w:val="00D156AF"/>
    <w:rsid w:val="00D1593B"/>
    <w:rsid w:val="00D15BC8"/>
    <w:rsid w:val="00D1632C"/>
    <w:rsid w:val="00D16764"/>
    <w:rsid w:val="00D16E15"/>
    <w:rsid w:val="00D1777B"/>
    <w:rsid w:val="00D178B7"/>
    <w:rsid w:val="00D17AC3"/>
    <w:rsid w:val="00D17D85"/>
    <w:rsid w:val="00D20458"/>
    <w:rsid w:val="00D2079E"/>
    <w:rsid w:val="00D20E7D"/>
    <w:rsid w:val="00D217FC"/>
    <w:rsid w:val="00D21AC7"/>
    <w:rsid w:val="00D224F7"/>
    <w:rsid w:val="00D22935"/>
    <w:rsid w:val="00D22B0B"/>
    <w:rsid w:val="00D23947"/>
    <w:rsid w:val="00D23B9C"/>
    <w:rsid w:val="00D24EA0"/>
    <w:rsid w:val="00D25A2C"/>
    <w:rsid w:val="00D27F27"/>
    <w:rsid w:val="00D31033"/>
    <w:rsid w:val="00D31135"/>
    <w:rsid w:val="00D3202A"/>
    <w:rsid w:val="00D32473"/>
    <w:rsid w:val="00D32FBC"/>
    <w:rsid w:val="00D335AA"/>
    <w:rsid w:val="00D33CA2"/>
    <w:rsid w:val="00D3472C"/>
    <w:rsid w:val="00D34838"/>
    <w:rsid w:val="00D34936"/>
    <w:rsid w:val="00D34F23"/>
    <w:rsid w:val="00D353FF"/>
    <w:rsid w:val="00D3583C"/>
    <w:rsid w:val="00D35BF7"/>
    <w:rsid w:val="00D36080"/>
    <w:rsid w:val="00D36193"/>
    <w:rsid w:val="00D371AD"/>
    <w:rsid w:val="00D372A9"/>
    <w:rsid w:val="00D3755B"/>
    <w:rsid w:val="00D375BE"/>
    <w:rsid w:val="00D37D43"/>
    <w:rsid w:val="00D37D70"/>
    <w:rsid w:val="00D404D1"/>
    <w:rsid w:val="00D40989"/>
    <w:rsid w:val="00D40E0C"/>
    <w:rsid w:val="00D41302"/>
    <w:rsid w:val="00D41324"/>
    <w:rsid w:val="00D41689"/>
    <w:rsid w:val="00D41961"/>
    <w:rsid w:val="00D41D5E"/>
    <w:rsid w:val="00D4269E"/>
    <w:rsid w:val="00D42886"/>
    <w:rsid w:val="00D44686"/>
    <w:rsid w:val="00D44721"/>
    <w:rsid w:val="00D449B9"/>
    <w:rsid w:val="00D44E9C"/>
    <w:rsid w:val="00D4584C"/>
    <w:rsid w:val="00D460E0"/>
    <w:rsid w:val="00D47E65"/>
    <w:rsid w:val="00D50A73"/>
    <w:rsid w:val="00D50CA0"/>
    <w:rsid w:val="00D50CA6"/>
    <w:rsid w:val="00D50CEB"/>
    <w:rsid w:val="00D5190C"/>
    <w:rsid w:val="00D51B87"/>
    <w:rsid w:val="00D51CF1"/>
    <w:rsid w:val="00D52488"/>
    <w:rsid w:val="00D5289E"/>
    <w:rsid w:val="00D532E9"/>
    <w:rsid w:val="00D533FC"/>
    <w:rsid w:val="00D538E4"/>
    <w:rsid w:val="00D539DF"/>
    <w:rsid w:val="00D5447A"/>
    <w:rsid w:val="00D54624"/>
    <w:rsid w:val="00D54C33"/>
    <w:rsid w:val="00D54E4C"/>
    <w:rsid w:val="00D55730"/>
    <w:rsid w:val="00D559CA"/>
    <w:rsid w:val="00D55B95"/>
    <w:rsid w:val="00D56902"/>
    <w:rsid w:val="00D572A9"/>
    <w:rsid w:val="00D572DA"/>
    <w:rsid w:val="00D5757E"/>
    <w:rsid w:val="00D5779C"/>
    <w:rsid w:val="00D577E1"/>
    <w:rsid w:val="00D57EAF"/>
    <w:rsid w:val="00D57EBC"/>
    <w:rsid w:val="00D604A7"/>
    <w:rsid w:val="00D61397"/>
    <w:rsid w:val="00D61902"/>
    <w:rsid w:val="00D61B6A"/>
    <w:rsid w:val="00D61DC0"/>
    <w:rsid w:val="00D61F00"/>
    <w:rsid w:val="00D634DD"/>
    <w:rsid w:val="00D637A0"/>
    <w:rsid w:val="00D63FC0"/>
    <w:rsid w:val="00D6440E"/>
    <w:rsid w:val="00D64651"/>
    <w:rsid w:val="00D6564E"/>
    <w:rsid w:val="00D66CC3"/>
    <w:rsid w:val="00D671D6"/>
    <w:rsid w:val="00D6720B"/>
    <w:rsid w:val="00D67765"/>
    <w:rsid w:val="00D67FEC"/>
    <w:rsid w:val="00D7023B"/>
    <w:rsid w:val="00D70A75"/>
    <w:rsid w:val="00D72906"/>
    <w:rsid w:val="00D73867"/>
    <w:rsid w:val="00D738DB"/>
    <w:rsid w:val="00D73CC3"/>
    <w:rsid w:val="00D75AD4"/>
    <w:rsid w:val="00D7696F"/>
    <w:rsid w:val="00D77A8A"/>
    <w:rsid w:val="00D80EA7"/>
    <w:rsid w:val="00D81BD2"/>
    <w:rsid w:val="00D81FE8"/>
    <w:rsid w:val="00D83711"/>
    <w:rsid w:val="00D8415F"/>
    <w:rsid w:val="00D845A8"/>
    <w:rsid w:val="00D85804"/>
    <w:rsid w:val="00D85949"/>
    <w:rsid w:val="00D87080"/>
    <w:rsid w:val="00D901BF"/>
    <w:rsid w:val="00D903E3"/>
    <w:rsid w:val="00D90828"/>
    <w:rsid w:val="00D908C2"/>
    <w:rsid w:val="00D910F4"/>
    <w:rsid w:val="00D9199F"/>
    <w:rsid w:val="00D91BA2"/>
    <w:rsid w:val="00D92283"/>
    <w:rsid w:val="00D92358"/>
    <w:rsid w:val="00D92787"/>
    <w:rsid w:val="00D92F12"/>
    <w:rsid w:val="00D93788"/>
    <w:rsid w:val="00D93BF8"/>
    <w:rsid w:val="00D94CF4"/>
    <w:rsid w:val="00D94DEE"/>
    <w:rsid w:val="00D95488"/>
    <w:rsid w:val="00D95583"/>
    <w:rsid w:val="00D95E29"/>
    <w:rsid w:val="00D95F35"/>
    <w:rsid w:val="00D972BD"/>
    <w:rsid w:val="00D97757"/>
    <w:rsid w:val="00DA0A7C"/>
    <w:rsid w:val="00DA2E04"/>
    <w:rsid w:val="00DA371F"/>
    <w:rsid w:val="00DA4586"/>
    <w:rsid w:val="00DA5A62"/>
    <w:rsid w:val="00DA5B59"/>
    <w:rsid w:val="00DA604F"/>
    <w:rsid w:val="00DA645C"/>
    <w:rsid w:val="00DA65AA"/>
    <w:rsid w:val="00DA661A"/>
    <w:rsid w:val="00DA6A2F"/>
    <w:rsid w:val="00DA6A6B"/>
    <w:rsid w:val="00DA7981"/>
    <w:rsid w:val="00DA7993"/>
    <w:rsid w:val="00DB018A"/>
    <w:rsid w:val="00DB0294"/>
    <w:rsid w:val="00DB0C34"/>
    <w:rsid w:val="00DB2372"/>
    <w:rsid w:val="00DB2A37"/>
    <w:rsid w:val="00DB2CBC"/>
    <w:rsid w:val="00DB3C9A"/>
    <w:rsid w:val="00DB442F"/>
    <w:rsid w:val="00DB4B9D"/>
    <w:rsid w:val="00DB5067"/>
    <w:rsid w:val="00DB5879"/>
    <w:rsid w:val="00DB6E1F"/>
    <w:rsid w:val="00DB737D"/>
    <w:rsid w:val="00DB7ABC"/>
    <w:rsid w:val="00DB7D73"/>
    <w:rsid w:val="00DC02DF"/>
    <w:rsid w:val="00DC0A91"/>
    <w:rsid w:val="00DC0D7E"/>
    <w:rsid w:val="00DC0E38"/>
    <w:rsid w:val="00DC2855"/>
    <w:rsid w:val="00DC3125"/>
    <w:rsid w:val="00DC3253"/>
    <w:rsid w:val="00DC3332"/>
    <w:rsid w:val="00DC40B7"/>
    <w:rsid w:val="00DC5A37"/>
    <w:rsid w:val="00DC62A4"/>
    <w:rsid w:val="00DC67F0"/>
    <w:rsid w:val="00DC73B0"/>
    <w:rsid w:val="00DD0FB1"/>
    <w:rsid w:val="00DD1120"/>
    <w:rsid w:val="00DD18F6"/>
    <w:rsid w:val="00DD1939"/>
    <w:rsid w:val="00DD1DB2"/>
    <w:rsid w:val="00DD25C7"/>
    <w:rsid w:val="00DD2B31"/>
    <w:rsid w:val="00DD3876"/>
    <w:rsid w:val="00DD3878"/>
    <w:rsid w:val="00DD3BF9"/>
    <w:rsid w:val="00DD3DDE"/>
    <w:rsid w:val="00DD44DD"/>
    <w:rsid w:val="00DD475A"/>
    <w:rsid w:val="00DD63F0"/>
    <w:rsid w:val="00DD6506"/>
    <w:rsid w:val="00DD67F4"/>
    <w:rsid w:val="00DD7114"/>
    <w:rsid w:val="00DD77A3"/>
    <w:rsid w:val="00DD791E"/>
    <w:rsid w:val="00DD794B"/>
    <w:rsid w:val="00DE0B45"/>
    <w:rsid w:val="00DE1740"/>
    <w:rsid w:val="00DE1ADC"/>
    <w:rsid w:val="00DE28DC"/>
    <w:rsid w:val="00DE2C92"/>
    <w:rsid w:val="00DE2D37"/>
    <w:rsid w:val="00DE3531"/>
    <w:rsid w:val="00DE3B04"/>
    <w:rsid w:val="00DE5230"/>
    <w:rsid w:val="00DE528A"/>
    <w:rsid w:val="00DE5689"/>
    <w:rsid w:val="00DE56A3"/>
    <w:rsid w:val="00DE5729"/>
    <w:rsid w:val="00DE5744"/>
    <w:rsid w:val="00DE59C0"/>
    <w:rsid w:val="00DE6121"/>
    <w:rsid w:val="00DE7ACD"/>
    <w:rsid w:val="00DF0032"/>
    <w:rsid w:val="00DF08A2"/>
    <w:rsid w:val="00DF0F18"/>
    <w:rsid w:val="00DF25F6"/>
    <w:rsid w:val="00DF317C"/>
    <w:rsid w:val="00DF427C"/>
    <w:rsid w:val="00DF44F2"/>
    <w:rsid w:val="00DF520E"/>
    <w:rsid w:val="00DF5243"/>
    <w:rsid w:val="00DF543A"/>
    <w:rsid w:val="00DF56BB"/>
    <w:rsid w:val="00DF5FF7"/>
    <w:rsid w:val="00E001B6"/>
    <w:rsid w:val="00E00886"/>
    <w:rsid w:val="00E00E12"/>
    <w:rsid w:val="00E011B4"/>
    <w:rsid w:val="00E01876"/>
    <w:rsid w:val="00E01ACC"/>
    <w:rsid w:val="00E02531"/>
    <w:rsid w:val="00E02AD2"/>
    <w:rsid w:val="00E0395B"/>
    <w:rsid w:val="00E0434D"/>
    <w:rsid w:val="00E04E65"/>
    <w:rsid w:val="00E052F5"/>
    <w:rsid w:val="00E068A1"/>
    <w:rsid w:val="00E06FD2"/>
    <w:rsid w:val="00E072F0"/>
    <w:rsid w:val="00E076FC"/>
    <w:rsid w:val="00E07E88"/>
    <w:rsid w:val="00E101D2"/>
    <w:rsid w:val="00E1033B"/>
    <w:rsid w:val="00E1060C"/>
    <w:rsid w:val="00E106E8"/>
    <w:rsid w:val="00E10CBD"/>
    <w:rsid w:val="00E10DA6"/>
    <w:rsid w:val="00E11433"/>
    <w:rsid w:val="00E11DB7"/>
    <w:rsid w:val="00E125A7"/>
    <w:rsid w:val="00E128B7"/>
    <w:rsid w:val="00E12CA1"/>
    <w:rsid w:val="00E12D29"/>
    <w:rsid w:val="00E1326E"/>
    <w:rsid w:val="00E132A4"/>
    <w:rsid w:val="00E154D9"/>
    <w:rsid w:val="00E15D05"/>
    <w:rsid w:val="00E16801"/>
    <w:rsid w:val="00E16FC9"/>
    <w:rsid w:val="00E2147D"/>
    <w:rsid w:val="00E215E4"/>
    <w:rsid w:val="00E21B62"/>
    <w:rsid w:val="00E22029"/>
    <w:rsid w:val="00E22071"/>
    <w:rsid w:val="00E22BA5"/>
    <w:rsid w:val="00E233BB"/>
    <w:rsid w:val="00E23B99"/>
    <w:rsid w:val="00E24786"/>
    <w:rsid w:val="00E24FCB"/>
    <w:rsid w:val="00E251B0"/>
    <w:rsid w:val="00E25CC7"/>
    <w:rsid w:val="00E26B5F"/>
    <w:rsid w:val="00E26E6E"/>
    <w:rsid w:val="00E270B6"/>
    <w:rsid w:val="00E27FAC"/>
    <w:rsid w:val="00E302D3"/>
    <w:rsid w:val="00E3200A"/>
    <w:rsid w:val="00E33723"/>
    <w:rsid w:val="00E3386A"/>
    <w:rsid w:val="00E33AC3"/>
    <w:rsid w:val="00E343F6"/>
    <w:rsid w:val="00E34829"/>
    <w:rsid w:val="00E34863"/>
    <w:rsid w:val="00E3490F"/>
    <w:rsid w:val="00E34AA0"/>
    <w:rsid w:val="00E35A81"/>
    <w:rsid w:val="00E35CA1"/>
    <w:rsid w:val="00E365AD"/>
    <w:rsid w:val="00E368DA"/>
    <w:rsid w:val="00E37B7E"/>
    <w:rsid w:val="00E37C41"/>
    <w:rsid w:val="00E400C9"/>
    <w:rsid w:val="00E40991"/>
    <w:rsid w:val="00E40C90"/>
    <w:rsid w:val="00E41856"/>
    <w:rsid w:val="00E42D4E"/>
    <w:rsid w:val="00E430B5"/>
    <w:rsid w:val="00E43367"/>
    <w:rsid w:val="00E4339D"/>
    <w:rsid w:val="00E43A53"/>
    <w:rsid w:val="00E43BDF"/>
    <w:rsid w:val="00E4462A"/>
    <w:rsid w:val="00E44946"/>
    <w:rsid w:val="00E45AEA"/>
    <w:rsid w:val="00E45F39"/>
    <w:rsid w:val="00E46DD3"/>
    <w:rsid w:val="00E47652"/>
    <w:rsid w:val="00E50088"/>
    <w:rsid w:val="00E506B4"/>
    <w:rsid w:val="00E50C85"/>
    <w:rsid w:val="00E51A2A"/>
    <w:rsid w:val="00E520E8"/>
    <w:rsid w:val="00E5270F"/>
    <w:rsid w:val="00E53BE3"/>
    <w:rsid w:val="00E53DE3"/>
    <w:rsid w:val="00E5447E"/>
    <w:rsid w:val="00E54904"/>
    <w:rsid w:val="00E54B57"/>
    <w:rsid w:val="00E54C48"/>
    <w:rsid w:val="00E5525A"/>
    <w:rsid w:val="00E55D28"/>
    <w:rsid w:val="00E55DF3"/>
    <w:rsid w:val="00E56029"/>
    <w:rsid w:val="00E562B5"/>
    <w:rsid w:val="00E563AC"/>
    <w:rsid w:val="00E56C08"/>
    <w:rsid w:val="00E56D2F"/>
    <w:rsid w:val="00E573E3"/>
    <w:rsid w:val="00E57719"/>
    <w:rsid w:val="00E60953"/>
    <w:rsid w:val="00E611CC"/>
    <w:rsid w:val="00E613A6"/>
    <w:rsid w:val="00E61544"/>
    <w:rsid w:val="00E6168D"/>
    <w:rsid w:val="00E6233A"/>
    <w:rsid w:val="00E623E0"/>
    <w:rsid w:val="00E62883"/>
    <w:rsid w:val="00E62B7A"/>
    <w:rsid w:val="00E636DA"/>
    <w:rsid w:val="00E63CCA"/>
    <w:rsid w:val="00E64B7A"/>
    <w:rsid w:val="00E64C93"/>
    <w:rsid w:val="00E64C9E"/>
    <w:rsid w:val="00E656B2"/>
    <w:rsid w:val="00E659E8"/>
    <w:rsid w:val="00E65E24"/>
    <w:rsid w:val="00E66091"/>
    <w:rsid w:val="00E664EF"/>
    <w:rsid w:val="00E669A7"/>
    <w:rsid w:val="00E66CA6"/>
    <w:rsid w:val="00E67632"/>
    <w:rsid w:val="00E67EF3"/>
    <w:rsid w:val="00E70B6C"/>
    <w:rsid w:val="00E70DFD"/>
    <w:rsid w:val="00E7165D"/>
    <w:rsid w:val="00E717F6"/>
    <w:rsid w:val="00E71B3C"/>
    <w:rsid w:val="00E71C78"/>
    <w:rsid w:val="00E7239E"/>
    <w:rsid w:val="00E72485"/>
    <w:rsid w:val="00E72851"/>
    <w:rsid w:val="00E73033"/>
    <w:rsid w:val="00E733BF"/>
    <w:rsid w:val="00E73F1A"/>
    <w:rsid w:val="00E741E0"/>
    <w:rsid w:val="00E74411"/>
    <w:rsid w:val="00E75712"/>
    <w:rsid w:val="00E758F7"/>
    <w:rsid w:val="00E764AA"/>
    <w:rsid w:val="00E8033B"/>
    <w:rsid w:val="00E81016"/>
    <w:rsid w:val="00E82422"/>
    <w:rsid w:val="00E82A68"/>
    <w:rsid w:val="00E82B5D"/>
    <w:rsid w:val="00E82B64"/>
    <w:rsid w:val="00E83292"/>
    <w:rsid w:val="00E84623"/>
    <w:rsid w:val="00E84967"/>
    <w:rsid w:val="00E85C62"/>
    <w:rsid w:val="00E868CF"/>
    <w:rsid w:val="00E86E5E"/>
    <w:rsid w:val="00E9054A"/>
    <w:rsid w:val="00E90609"/>
    <w:rsid w:val="00E9063D"/>
    <w:rsid w:val="00E92569"/>
    <w:rsid w:val="00E92C50"/>
    <w:rsid w:val="00E92DD4"/>
    <w:rsid w:val="00E936E6"/>
    <w:rsid w:val="00E94610"/>
    <w:rsid w:val="00E94A62"/>
    <w:rsid w:val="00E94B6D"/>
    <w:rsid w:val="00E9512C"/>
    <w:rsid w:val="00E965BC"/>
    <w:rsid w:val="00E96ECC"/>
    <w:rsid w:val="00E9737A"/>
    <w:rsid w:val="00E973C1"/>
    <w:rsid w:val="00E97575"/>
    <w:rsid w:val="00EA0135"/>
    <w:rsid w:val="00EA0EEC"/>
    <w:rsid w:val="00EA15D1"/>
    <w:rsid w:val="00EA18CA"/>
    <w:rsid w:val="00EA1AD0"/>
    <w:rsid w:val="00EA1C06"/>
    <w:rsid w:val="00EA2074"/>
    <w:rsid w:val="00EA26D1"/>
    <w:rsid w:val="00EA3F44"/>
    <w:rsid w:val="00EA41E9"/>
    <w:rsid w:val="00EA5102"/>
    <w:rsid w:val="00EA5327"/>
    <w:rsid w:val="00EA53E4"/>
    <w:rsid w:val="00EA565B"/>
    <w:rsid w:val="00EA56C3"/>
    <w:rsid w:val="00EA5F0C"/>
    <w:rsid w:val="00EA69CB"/>
    <w:rsid w:val="00EA731A"/>
    <w:rsid w:val="00EA7CD7"/>
    <w:rsid w:val="00EB055C"/>
    <w:rsid w:val="00EB06D6"/>
    <w:rsid w:val="00EB073D"/>
    <w:rsid w:val="00EB09D3"/>
    <w:rsid w:val="00EB1540"/>
    <w:rsid w:val="00EB1807"/>
    <w:rsid w:val="00EB24AC"/>
    <w:rsid w:val="00EB3B27"/>
    <w:rsid w:val="00EB3C4B"/>
    <w:rsid w:val="00EB46F2"/>
    <w:rsid w:val="00EB49E3"/>
    <w:rsid w:val="00EB4C67"/>
    <w:rsid w:val="00EB5243"/>
    <w:rsid w:val="00EB5717"/>
    <w:rsid w:val="00EB57E1"/>
    <w:rsid w:val="00EB65DC"/>
    <w:rsid w:val="00EB67A5"/>
    <w:rsid w:val="00EB6CE6"/>
    <w:rsid w:val="00EC06C7"/>
    <w:rsid w:val="00EC07A3"/>
    <w:rsid w:val="00EC240E"/>
    <w:rsid w:val="00EC2AD1"/>
    <w:rsid w:val="00EC2B73"/>
    <w:rsid w:val="00EC34BB"/>
    <w:rsid w:val="00EC4DE8"/>
    <w:rsid w:val="00EC5A48"/>
    <w:rsid w:val="00EC63DA"/>
    <w:rsid w:val="00EC6A23"/>
    <w:rsid w:val="00EC70D7"/>
    <w:rsid w:val="00EC71E2"/>
    <w:rsid w:val="00EC75B5"/>
    <w:rsid w:val="00EC7740"/>
    <w:rsid w:val="00EC781D"/>
    <w:rsid w:val="00EC7D81"/>
    <w:rsid w:val="00EC7DDA"/>
    <w:rsid w:val="00ED0386"/>
    <w:rsid w:val="00ED1168"/>
    <w:rsid w:val="00ED257E"/>
    <w:rsid w:val="00ED2754"/>
    <w:rsid w:val="00ED37AA"/>
    <w:rsid w:val="00ED3D4D"/>
    <w:rsid w:val="00ED3F41"/>
    <w:rsid w:val="00ED57C3"/>
    <w:rsid w:val="00ED5B3D"/>
    <w:rsid w:val="00ED6725"/>
    <w:rsid w:val="00ED6727"/>
    <w:rsid w:val="00ED6F75"/>
    <w:rsid w:val="00ED7A97"/>
    <w:rsid w:val="00EE02C9"/>
    <w:rsid w:val="00EE02D0"/>
    <w:rsid w:val="00EE0698"/>
    <w:rsid w:val="00EE06B4"/>
    <w:rsid w:val="00EE1080"/>
    <w:rsid w:val="00EE2C5C"/>
    <w:rsid w:val="00EE2ECA"/>
    <w:rsid w:val="00EE32AE"/>
    <w:rsid w:val="00EE3ACF"/>
    <w:rsid w:val="00EE4081"/>
    <w:rsid w:val="00EE44D5"/>
    <w:rsid w:val="00EE538B"/>
    <w:rsid w:val="00EE5BBA"/>
    <w:rsid w:val="00EE625C"/>
    <w:rsid w:val="00EE6311"/>
    <w:rsid w:val="00EE67E7"/>
    <w:rsid w:val="00EE7129"/>
    <w:rsid w:val="00EE7483"/>
    <w:rsid w:val="00EE7D50"/>
    <w:rsid w:val="00EF04BB"/>
    <w:rsid w:val="00EF0620"/>
    <w:rsid w:val="00EF0754"/>
    <w:rsid w:val="00EF0E00"/>
    <w:rsid w:val="00EF0F5E"/>
    <w:rsid w:val="00EF105E"/>
    <w:rsid w:val="00EF1261"/>
    <w:rsid w:val="00EF1C91"/>
    <w:rsid w:val="00EF2CC1"/>
    <w:rsid w:val="00EF2D99"/>
    <w:rsid w:val="00EF306F"/>
    <w:rsid w:val="00EF4036"/>
    <w:rsid w:val="00EF4246"/>
    <w:rsid w:val="00EF48FC"/>
    <w:rsid w:val="00EF4917"/>
    <w:rsid w:val="00EF4C20"/>
    <w:rsid w:val="00EF5312"/>
    <w:rsid w:val="00EF5CCF"/>
    <w:rsid w:val="00EF615E"/>
    <w:rsid w:val="00EF6547"/>
    <w:rsid w:val="00EF6555"/>
    <w:rsid w:val="00EF6B78"/>
    <w:rsid w:val="00EF7B11"/>
    <w:rsid w:val="00EF7CFD"/>
    <w:rsid w:val="00F0031F"/>
    <w:rsid w:val="00F00E35"/>
    <w:rsid w:val="00F01401"/>
    <w:rsid w:val="00F01A42"/>
    <w:rsid w:val="00F0287B"/>
    <w:rsid w:val="00F033D4"/>
    <w:rsid w:val="00F046D6"/>
    <w:rsid w:val="00F04D0A"/>
    <w:rsid w:val="00F04DD3"/>
    <w:rsid w:val="00F05F2A"/>
    <w:rsid w:val="00F06A37"/>
    <w:rsid w:val="00F06A74"/>
    <w:rsid w:val="00F07467"/>
    <w:rsid w:val="00F10254"/>
    <w:rsid w:val="00F11130"/>
    <w:rsid w:val="00F117BD"/>
    <w:rsid w:val="00F11EC9"/>
    <w:rsid w:val="00F120F9"/>
    <w:rsid w:val="00F12614"/>
    <w:rsid w:val="00F12652"/>
    <w:rsid w:val="00F13BCE"/>
    <w:rsid w:val="00F13E26"/>
    <w:rsid w:val="00F14218"/>
    <w:rsid w:val="00F14733"/>
    <w:rsid w:val="00F14D73"/>
    <w:rsid w:val="00F14F41"/>
    <w:rsid w:val="00F15B1B"/>
    <w:rsid w:val="00F15E13"/>
    <w:rsid w:val="00F15E35"/>
    <w:rsid w:val="00F16156"/>
    <w:rsid w:val="00F164E3"/>
    <w:rsid w:val="00F16865"/>
    <w:rsid w:val="00F16C9D"/>
    <w:rsid w:val="00F17096"/>
    <w:rsid w:val="00F20B11"/>
    <w:rsid w:val="00F215A7"/>
    <w:rsid w:val="00F21FE0"/>
    <w:rsid w:val="00F22ECF"/>
    <w:rsid w:val="00F23E48"/>
    <w:rsid w:val="00F24440"/>
    <w:rsid w:val="00F24AF8"/>
    <w:rsid w:val="00F2547A"/>
    <w:rsid w:val="00F25C20"/>
    <w:rsid w:val="00F25FEB"/>
    <w:rsid w:val="00F26464"/>
    <w:rsid w:val="00F304B8"/>
    <w:rsid w:val="00F324E5"/>
    <w:rsid w:val="00F325F1"/>
    <w:rsid w:val="00F32CA4"/>
    <w:rsid w:val="00F32CAE"/>
    <w:rsid w:val="00F33967"/>
    <w:rsid w:val="00F33C09"/>
    <w:rsid w:val="00F3414B"/>
    <w:rsid w:val="00F344DE"/>
    <w:rsid w:val="00F346F5"/>
    <w:rsid w:val="00F349B1"/>
    <w:rsid w:val="00F34E14"/>
    <w:rsid w:val="00F35230"/>
    <w:rsid w:val="00F36503"/>
    <w:rsid w:val="00F3665D"/>
    <w:rsid w:val="00F371CE"/>
    <w:rsid w:val="00F3769A"/>
    <w:rsid w:val="00F4087A"/>
    <w:rsid w:val="00F418EF"/>
    <w:rsid w:val="00F4204F"/>
    <w:rsid w:val="00F42413"/>
    <w:rsid w:val="00F42C36"/>
    <w:rsid w:val="00F42F1E"/>
    <w:rsid w:val="00F435F1"/>
    <w:rsid w:val="00F43BB7"/>
    <w:rsid w:val="00F43E2D"/>
    <w:rsid w:val="00F4433A"/>
    <w:rsid w:val="00F446DE"/>
    <w:rsid w:val="00F45271"/>
    <w:rsid w:val="00F45483"/>
    <w:rsid w:val="00F46587"/>
    <w:rsid w:val="00F4740D"/>
    <w:rsid w:val="00F47590"/>
    <w:rsid w:val="00F475D2"/>
    <w:rsid w:val="00F476D7"/>
    <w:rsid w:val="00F47EBD"/>
    <w:rsid w:val="00F47F0B"/>
    <w:rsid w:val="00F50B6B"/>
    <w:rsid w:val="00F50F05"/>
    <w:rsid w:val="00F51631"/>
    <w:rsid w:val="00F51761"/>
    <w:rsid w:val="00F52297"/>
    <w:rsid w:val="00F5238D"/>
    <w:rsid w:val="00F5272B"/>
    <w:rsid w:val="00F52A56"/>
    <w:rsid w:val="00F5336F"/>
    <w:rsid w:val="00F53E35"/>
    <w:rsid w:val="00F541F3"/>
    <w:rsid w:val="00F547C7"/>
    <w:rsid w:val="00F549D8"/>
    <w:rsid w:val="00F57420"/>
    <w:rsid w:val="00F578CA"/>
    <w:rsid w:val="00F6016A"/>
    <w:rsid w:val="00F601A6"/>
    <w:rsid w:val="00F604BD"/>
    <w:rsid w:val="00F608A2"/>
    <w:rsid w:val="00F60D60"/>
    <w:rsid w:val="00F60FA6"/>
    <w:rsid w:val="00F6131F"/>
    <w:rsid w:val="00F617A9"/>
    <w:rsid w:val="00F61802"/>
    <w:rsid w:val="00F620D7"/>
    <w:rsid w:val="00F62128"/>
    <w:rsid w:val="00F6224D"/>
    <w:rsid w:val="00F62612"/>
    <w:rsid w:val="00F6301D"/>
    <w:rsid w:val="00F655C4"/>
    <w:rsid w:val="00F658B5"/>
    <w:rsid w:val="00F65D6E"/>
    <w:rsid w:val="00F66921"/>
    <w:rsid w:val="00F66966"/>
    <w:rsid w:val="00F670EE"/>
    <w:rsid w:val="00F672A2"/>
    <w:rsid w:val="00F672F0"/>
    <w:rsid w:val="00F67A79"/>
    <w:rsid w:val="00F70599"/>
    <w:rsid w:val="00F70C8F"/>
    <w:rsid w:val="00F71C80"/>
    <w:rsid w:val="00F7202E"/>
    <w:rsid w:val="00F735C0"/>
    <w:rsid w:val="00F755F3"/>
    <w:rsid w:val="00F7588B"/>
    <w:rsid w:val="00F75CCF"/>
    <w:rsid w:val="00F7620A"/>
    <w:rsid w:val="00F767F4"/>
    <w:rsid w:val="00F7698E"/>
    <w:rsid w:val="00F77668"/>
    <w:rsid w:val="00F777CB"/>
    <w:rsid w:val="00F800C3"/>
    <w:rsid w:val="00F804B1"/>
    <w:rsid w:val="00F80B3F"/>
    <w:rsid w:val="00F80DC2"/>
    <w:rsid w:val="00F81A4B"/>
    <w:rsid w:val="00F81BC9"/>
    <w:rsid w:val="00F81C9E"/>
    <w:rsid w:val="00F82C8A"/>
    <w:rsid w:val="00F82CFD"/>
    <w:rsid w:val="00F82E6F"/>
    <w:rsid w:val="00F83D9C"/>
    <w:rsid w:val="00F844E5"/>
    <w:rsid w:val="00F84B76"/>
    <w:rsid w:val="00F84C8B"/>
    <w:rsid w:val="00F8539B"/>
    <w:rsid w:val="00F863B4"/>
    <w:rsid w:val="00F86700"/>
    <w:rsid w:val="00F904E6"/>
    <w:rsid w:val="00F9085C"/>
    <w:rsid w:val="00F914FD"/>
    <w:rsid w:val="00F91694"/>
    <w:rsid w:val="00F92444"/>
    <w:rsid w:val="00F92FA3"/>
    <w:rsid w:val="00F92FCC"/>
    <w:rsid w:val="00F93053"/>
    <w:rsid w:val="00F93639"/>
    <w:rsid w:val="00F93B66"/>
    <w:rsid w:val="00F93EA3"/>
    <w:rsid w:val="00F94347"/>
    <w:rsid w:val="00F949CA"/>
    <w:rsid w:val="00F94F93"/>
    <w:rsid w:val="00F95186"/>
    <w:rsid w:val="00F95712"/>
    <w:rsid w:val="00F96722"/>
    <w:rsid w:val="00F968FE"/>
    <w:rsid w:val="00F96C76"/>
    <w:rsid w:val="00F97D29"/>
    <w:rsid w:val="00F97F7D"/>
    <w:rsid w:val="00FA0940"/>
    <w:rsid w:val="00FA1751"/>
    <w:rsid w:val="00FA1BB5"/>
    <w:rsid w:val="00FA2B91"/>
    <w:rsid w:val="00FA64C4"/>
    <w:rsid w:val="00FA6F19"/>
    <w:rsid w:val="00FB03F0"/>
    <w:rsid w:val="00FB0C6B"/>
    <w:rsid w:val="00FB154D"/>
    <w:rsid w:val="00FB15E6"/>
    <w:rsid w:val="00FB1A23"/>
    <w:rsid w:val="00FB1E20"/>
    <w:rsid w:val="00FB3034"/>
    <w:rsid w:val="00FB3654"/>
    <w:rsid w:val="00FB3823"/>
    <w:rsid w:val="00FB3AA7"/>
    <w:rsid w:val="00FB3DE8"/>
    <w:rsid w:val="00FB3EB9"/>
    <w:rsid w:val="00FB40D9"/>
    <w:rsid w:val="00FB4269"/>
    <w:rsid w:val="00FB46D0"/>
    <w:rsid w:val="00FB4B6F"/>
    <w:rsid w:val="00FB66F2"/>
    <w:rsid w:val="00FC072E"/>
    <w:rsid w:val="00FC0935"/>
    <w:rsid w:val="00FC14BC"/>
    <w:rsid w:val="00FC33F1"/>
    <w:rsid w:val="00FC3BF6"/>
    <w:rsid w:val="00FC4238"/>
    <w:rsid w:val="00FC4A15"/>
    <w:rsid w:val="00FC4AFB"/>
    <w:rsid w:val="00FC51B3"/>
    <w:rsid w:val="00FC5622"/>
    <w:rsid w:val="00FC675E"/>
    <w:rsid w:val="00FC6A6B"/>
    <w:rsid w:val="00FC754E"/>
    <w:rsid w:val="00FD241D"/>
    <w:rsid w:val="00FD2BBF"/>
    <w:rsid w:val="00FD3348"/>
    <w:rsid w:val="00FD64C8"/>
    <w:rsid w:val="00FD659B"/>
    <w:rsid w:val="00FD71C3"/>
    <w:rsid w:val="00FD79BD"/>
    <w:rsid w:val="00FE0005"/>
    <w:rsid w:val="00FE0BAB"/>
    <w:rsid w:val="00FE0E40"/>
    <w:rsid w:val="00FE22C9"/>
    <w:rsid w:val="00FE28BA"/>
    <w:rsid w:val="00FE3188"/>
    <w:rsid w:val="00FE35FA"/>
    <w:rsid w:val="00FE3E6E"/>
    <w:rsid w:val="00FE5290"/>
    <w:rsid w:val="00FE5561"/>
    <w:rsid w:val="00FE69DB"/>
    <w:rsid w:val="00FE718B"/>
    <w:rsid w:val="00FE75D0"/>
    <w:rsid w:val="00FF0397"/>
    <w:rsid w:val="00FF0D3D"/>
    <w:rsid w:val="00FF0FC0"/>
    <w:rsid w:val="00FF1A69"/>
    <w:rsid w:val="00FF2126"/>
    <w:rsid w:val="00FF3CAB"/>
    <w:rsid w:val="00FF54B3"/>
    <w:rsid w:val="00FF699E"/>
    <w:rsid w:val="00FF6CC3"/>
    <w:rsid w:val="00FF7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8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738D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738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38DB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C809B9"/>
    <w:pPr>
      <w:ind w:left="720"/>
    </w:pPr>
  </w:style>
  <w:style w:type="paragraph" w:styleId="Header">
    <w:name w:val="header"/>
    <w:basedOn w:val="Normal"/>
    <w:link w:val="HeaderChar"/>
    <w:uiPriority w:val="99"/>
    <w:rsid w:val="00766FE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66FE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766FE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66FE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132</TotalTime>
  <Pages>1</Pages>
  <Words>288</Words>
  <Characters>1648</Characters>
  <Application>Microsoft Office Outlook</Application>
  <DocSecurity>0</DocSecurity>
  <Lines>0</Lines>
  <Paragraphs>0</Paragraphs>
  <ScaleCrop>false</ScaleCrop>
  <Company>Министерство финансов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goloburdova</dc:creator>
  <cp:keywords/>
  <dc:description/>
  <cp:lastModifiedBy>ХОХЛОВА А.А.</cp:lastModifiedBy>
  <cp:revision>28</cp:revision>
  <cp:lastPrinted>2018-11-13T03:33:00Z</cp:lastPrinted>
  <dcterms:created xsi:type="dcterms:W3CDTF">2017-10-09T06:10:00Z</dcterms:created>
  <dcterms:modified xsi:type="dcterms:W3CDTF">2023-12-04T10:23:00Z</dcterms:modified>
</cp:coreProperties>
</file>